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D10" w:rsidRDefault="00AF4D10" w:rsidP="00AF4D10">
      <w:pPr>
        <w:spacing w:beforeLines="50" w:before="180" w:afterLines="50" w:after="180"/>
        <w:jc w:val="center"/>
        <w:rPr>
          <w:sz w:val="44"/>
        </w:rPr>
      </w:pPr>
      <w:proofErr w:type="gramStart"/>
      <w:r>
        <w:rPr>
          <w:rFonts w:hint="eastAsia"/>
          <w:sz w:val="44"/>
        </w:rPr>
        <w:t>產品資安漏洞</w:t>
      </w:r>
      <w:proofErr w:type="gramEnd"/>
      <w:r>
        <w:rPr>
          <w:rFonts w:hint="eastAsia"/>
          <w:sz w:val="44"/>
        </w:rPr>
        <w:t>獵捕計畫活動</w:t>
      </w:r>
    </w:p>
    <w:p w:rsidR="005F2761" w:rsidRDefault="008450F0" w:rsidP="0096583B">
      <w:pPr>
        <w:spacing w:beforeLines="50" w:before="180" w:afterLines="50" w:after="180"/>
        <w:jc w:val="center"/>
        <w:rPr>
          <w:sz w:val="44"/>
        </w:rPr>
      </w:pPr>
      <w:r w:rsidRPr="008450F0">
        <w:rPr>
          <w:rFonts w:hint="eastAsia"/>
          <w:sz w:val="44"/>
        </w:rPr>
        <w:t>漏洞</w:t>
      </w:r>
      <w:r>
        <w:rPr>
          <w:rFonts w:hint="eastAsia"/>
          <w:sz w:val="44"/>
        </w:rPr>
        <w:t>申訴書</w:t>
      </w:r>
    </w:p>
    <w:p w:rsidR="0017124E" w:rsidRPr="00374000" w:rsidRDefault="00AF4D10" w:rsidP="00AF4D10">
      <w:pPr>
        <w:spacing w:before="72" w:after="72"/>
        <w:ind w:right="800"/>
        <w:jc w:val="center"/>
        <w:rPr>
          <w:sz w:val="40"/>
        </w:rPr>
      </w:pPr>
      <w:r>
        <w:rPr>
          <w:sz w:val="40"/>
        </w:rPr>
        <w:t xml:space="preserve">                     </w:t>
      </w:r>
      <w:r w:rsidR="00374000" w:rsidRPr="00374000">
        <w:rPr>
          <w:rFonts w:hint="eastAsia"/>
          <w:sz w:val="40"/>
        </w:rPr>
        <w:tab/>
      </w:r>
      <w:r w:rsidR="00A018F0" w:rsidRPr="00A018F0">
        <w:rPr>
          <w:rFonts w:hint="eastAsia"/>
          <w:sz w:val="24"/>
        </w:rPr>
        <w:t>編號</w:t>
      </w:r>
      <w:r w:rsidR="00A018F0" w:rsidRPr="00A018F0">
        <w:rPr>
          <w:rFonts w:hint="eastAsia"/>
          <w:sz w:val="24"/>
        </w:rPr>
        <w:t>(</w:t>
      </w:r>
      <w:r w:rsidR="00A018F0" w:rsidRPr="00A018F0">
        <w:rPr>
          <w:rFonts w:hint="eastAsia"/>
          <w:sz w:val="24"/>
        </w:rPr>
        <w:t>主辦方填寫</w:t>
      </w:r>
      <w:r w:rsidR="00A018F0" w:rsidRPr="00A018F0">
        <w:rPr>
          <w:sz w:val="24"/>
        </w:rPr>
        <w:t>)</w:t>
      </w:r>
      <w:r w:rsidR="00A018F0" w:rsidRPr="00A018F0">
        <w:rPr>
          <w:rFonts w:hint="eastAsia"/>
          <w:sz w:val="24"/>
        </w:rPr>
        <w:t>：</w:t>
      </w:r>
    </w:p>
    <w:tbl>
      <w:tblPr>
        <w:tblStyle w:val="Web1"/>
        <w:tblW w:w="0" w:type="auto"/>
        <w:tblLook w:val="04A0" w:firstRow="1" w:lastRow="0" w:firstColumn="1" w:lastColumn="0" w:noHBand="0" w:noVBand="1"/>
      </w:tblPr>
      <w:tblGrid>
        <w:gridCol w:w="2540"/>
        <w:gridCol w:w="6784"/>
      </w:tblGrid>
      <w:tr w:rsidR="00FE00A0" w:rsidRPr="00374000" w:rsidTr="004C7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FE00A0" w:rsidRPr="00374000" w:rsidRDefault="00FE00A0" w:rsidP="00374000">
            <w:pPr>
              <w:pStyle w:val="af"/>
              <w:spacing w:before="72" w:after="72"/>
              <w:jc w:val="center"/>
            </w:pPr>
            <w:r w:rsidRPr="00374000">
              <w:rPr>
                <w:rFonts w:hint="eastAsia"/>
              </w:rPr>
              <w:t>基本資料</w:t>
            </w: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rPr>
                <w:b w:val="0"/>
              </w:rPr>
            </w:pPr>
            <w:bookmarkStart w:id="0" w:name="_Ref481138010"/>
            <w:r w:rsidRPr="00374000">
              <w:rPr>
                <w:rFonts w:hint="eastAsia"/>
                <w:b w:val="0"/>
              </w:rPr>
              <w:t>公司</w:t>
            </w:r>
            <w:r w:rsidRPr="00374000">
              <w:rPr>
                <w:rFonts w:hint="eastAsia"/>
                <w:b w:val="0"/>
              </w:rPr>
              <w:t>/</w:t>
            </w:r>
            <w:r w:rsidRPr="00374000">
              <w:rPr>
                <w:rFonts w:hint="eastAsia"/>
                <w:b w:val="0"/>
              </w:rPr>
              <w:t>組織名稱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統一編號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8450F0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450F0" w:rsidRPr="00374000" w:rsidRDefault="008450F0" w:rsidP="00F31118">
            <w:pPr>
              <w:pStyle w:val="a0"/>
              <w:numPr>
                <w:ilvl w:val="0"/>
                <w:numId w:val="0"/>
              </w:numPr>
              <w:spacing w:after="180"/>
              <w:rPr>
                <w:b w:val="0"/>
              </w:rPr>
            </w:pPr>
            <w:r>
              <w:rPr>
                <w:rFonts w:hint="eastAsia"/>
                <w:b w:val="0"/>
              </w:rPr>
              <w:t>申訴日期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50F0" w:rsidRPr="00374000" w:rsidRDefault="008450F0" w:rsidP="00F31118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hint="eastAsia"/>
                <w:b w:val="0"/>
              </w:rPr>
              <w:t xml:space="preserve">    </w:t>
            </w:r>
            <w:r w:rsidR="000B334D">
              <w:rPr>
                <w:b w:val="0"/>
              </w:rPr>
              <w:t xml:space="preserve">  </w:t>
            </w:r>
            <w:r>
              <w:rPr>
                <w:rFonts w:hint="eastAsia"/>
                <w:b w:val="0"/>
              </w:rPr>
              <w:t>年</w:t>
            </w:r>
            <w:r>
              <w:rPr>
                <w:rFonts w:hint="eastAsia"/>
                <w:b w:val="0"/>
              </w:rPr>
              <w:t xml:space="preserve">   </w:t>
            </w:r>
            <w:r w:rsidR="000B334D">
              <w:rPr>
                <w:b w:val="0"/>
              </w:rPr>
              <w:t xml:space="preserve">  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月</w:t>
            </w:r>
            <w:r>
              <w:rPr>
                <w:rFonts w:hint="eastAsia"/>
                <w:b w:val="0"/>
              </w:rPr>
              <w:t xml:space="preserve">  </w:t>
            </w:r>
            <w:r w:rsidR="000B334D">
              <w:rPr>
                <w:b w:val="0"/>
              </w:rPr>
              <w:t xml:space="preserve">  </w:t>
            </w:r>
            <w:r>
              <w:rPr>
                <w:rFonts w:hint="eastAsia"/>
                <w:b w:val="0"/>
              </w:rPr>
              <w:t xml:space="preserve">  </w:t>
            </w:r>
            <w:r>
              <w:rPr>
                <w:rFonts w:hint="eastAsia"/>
                <w:b w:val="0"/>
              </w:rPr>
              <w:t>日</w:t>
            </w:r>
          </w:p>
        </w:tc>
      </w:tr>
      <w:tr w:rsidR="00FE00A0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FE00A0" w:rsidRPr="00374000" w:rsidRDefault="00B80A60" w:rsidP="00374000">
            <w:pPr>
              <w:pStyle w:val="af"/>
              <w:spacing w:before="72" w:after="72"/>
              <w:jc w:val="center"/>
            </w:pPr>
            <w:r>
              <w:rPr>
                <w:rFonts w:hint="eastAsia"/>
              </w:rPr>
              <w:t>申訴</w:t>
            </w:r>
            <w:r w:rsidR="00FE00A0" w:rsidRPr="00374000">
              <w:rPr>
                <w:rFonts w:hint="eastAsia"/>
              </w:rPr>
              <w:t>聯絡人資料</w:t>
            </w:r>
          </w:p>
        </w:tc>
      </w:tr>
      <w:tr w:rsidR="00FE00A0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00A0" w:rsidRPr="00374000" w:rsidRDefault="00FE00A0" w:rsidP="00FE00A0">
            <w:pPr>
              <w:pStyle w:val="af"/>
              <w:spacing w:before="72" w:after="72"/>
            </w:pPr>
            <w:r w:rsidRPr="00374000">
              <w:rPr>
                <w:rFonts w:hint="eastAsia"/>
              </w:rPr>
              <w:t>第一聯絡人</w:t>
            </w: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姓名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職稱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電子郵件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電話號碼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31118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FE00A0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00A0" w:rsidRPr="00374000" w:rsidRDefault="00FE00A0" w:rsidP="00FE00A0">
            <w:pPr>
              <w:pStyle w:val="af"/>
              <w:spacing w:before="72" w:after="72"/>
            </w:pPr>
            <w:r w:rsidRPr="00374000">
              <w:rPr>
                <w:rFonts w:hint="eastAsia"/>
              </w:rPr>
              <w:t>第二聯絡人</w:t>
            </w: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姓名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職稱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電子郵件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4C7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電話號碼</w:t>
            </w:r>
          </w:p>
        </w:tc>
        <w:tc>
          <w:tcPr>
            <w:tcW w:w="67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</w:tbl>
    <w:p w:rsidR="00CB75A1" w:rsidRDefault="00CB75A1">
      <w:pPr>
        <w:spacing w:before="72" w:after="72"/>
      </w:pPr>
      <w:r>
        <w:br w:type="page"/>
      </w:r>
    </w:p>
    <w:tbl>
      <w:tblPr>
        <w:tblStyle w:val="Web1"/>
        <w:tblW w:w="0" w:type="auto"/>
        <w:tblLook w:val="04A0" w:firstRow="1" w:lastRow="0" w:firstColumn="1" w:lastColumn="0" w:noHBand="0" w:noVBand="1"/>
      </w:tblPr>
      <w:tblGrid>
        <w:gridCol w:w="1403"/>
        <w:gridCol w:w="7921"/>
      </w:tblGrid>
      <w:tr w:rsidR="00FE00A0" w:rsidRPr="00374000" w:rsidTr="004C7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FE00A0" w:rsidRPr="00374000" w:rsidRDefault="00B80A60" w:rsidP="00FD0A8F">
            <w:pPr>
              <w:pStyle w:val="af"/>
              <w:spacing w:before="72" w:after="72"/>
              <w:jc w:val="center"/>
            </w:pPr>
            <w:r>
              <w:rPr>
                <w:rFonts w:hint="eastAsia"/>
              </w:rPr>
              <w:lastRenderedPageBreak/>
              <w:t>申訴</w:t>
            </w:r>
            <w:r w:rsidR="00FE00A0" w:rsidRPr="00374000">
              <w:rPr>
                <w:rFonts w:hint="eastAsia"/>
              </w:rPr>
              <w:t>資訊</w:t>
            </w:r>
          </w:p>
        </w:tc>
      </w:tr>
      <w:tr w:rsidR="0089420C" w:rsidRPr="00374000" w:rsidTr="006D4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9420C" w:rsidRPr="00374000" w:rsidRDefault="00B80A60" w:rsidP="00FD0A8F">
            <w:pPr>
              <w:pStyle w:val="af"/>
              <w:spacing w:before="72" w:after="72"/>
              <w:jc w:val="center"/>
            </w:pPr>
            <w:r>
              <w:rPr>
                <w:rFonts w:hint="eastAsia"/>
              </w:rPr>
              <w:t>申訴</w:t>
            </w:r>
            <w:r w:rsidR="0089420C" w:rsidRPr="00374000">
              <w:rPr>
                <w:rFonts w:hint="eastAsia"/>
              </w:rPr>
              <w:t>標的</w:t>
            </w:r>
          </w:p>
        </w:tc>
      </w:tr>
      <w:tr w:rsidR="00EE0AD3" w:rsidRPr="00374000" w:rsidTr="00887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6B725A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產品名稱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887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6B725A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 w:rsidRPr="00374000">
              <w:rPr>
                <w:rFonts w:hint="eastAsia"/>
                <w:b w:val="0"/>
              </w:rPr>
              <w:t>產品型號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EE0AD3" w:rsidRPr="00374000" w:rsidTr="00887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8450F0" w:rsidP="00FE00A0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>
              <w:rPr>
                <w:rFonts w:hint="eastAsia"/>
                <w:b w:val="0"/>
              </w:rPr>
              <w:t>漏洞通報書編號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0AD3" w:rsidRPr="00374000" w:rsidRDefault="00EE0AD3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8450F0" w:rsidRPr="00374000" w:rsidTr="00887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50F0" w:rsidRPr="00374000" w:rsidDel="008450F0" w:rsidRDefault="008450F0" w:rsidP="00FE00A0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>
              <w:rPr>
                <w:rFonts w:hint="eastAsia"/>
                <w:b w:val="0"/>
              </w:rPr>
              <w:t>申訴理由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50F0" w:rsidRPr="00374000" w:rsidRDefault="008450F0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8450F0" w:rsidRPr="00374000" w:rsidTr="00887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50F0" w:rsidRDefault="008450F0" w:rsidP="00FE00A0">
            <w:pPr>
              <w:pStyle w:val="a0"/>
              <w:numPr>
                <w:ilvl w:val="0"/>
                <w:numId w:val="0"/>
              </w:numPr>
              <w:spacing w:before="72" w:after="180"/>
              <w:rPr>
                <w:b w:val="0"/>
              </w:rPr>
            </w:pPr>
            <w:r>
              <w:rPr>
                <w:rFonts w:hint="eastAsia"/>
                <w:b w:val="0"/>
              </w:rPr>
              <w:t>申訴佐證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50F0" w:rsidRDefault="00B80A60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hint="eastAsia"/>
                <w:b w:val="0"/>
              </w:rPr>
              <w:t>說明</w:t>
            </w:r>
            <w:r>
              <w:rPr>
                <w:rFonts w:hint="eastAsia"/>
                <w:b w:val="0"/>
              </w:rPr>
              <w:t>1</w:t>
            </w:r>
            <w:r>
              <w:rPr>
                <w:rFonts w:hint="eastAsia"/>
                <w:b w:val="0"/>
              </w:rPr>
              <w:t>：</w:t>
            </w:r>
            <w:r w:rsidR="000B334D">
              <w:rPr>
                <w:rFonts w:hint="eastAsia"/>
                <w:b w:val="0"/>
              </w:rPr>
              <w:t xml:space="preserve"> </w:t>
            </w: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B80A60" w:rsidRDefault="00B80A60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hint="eastAsia"/>
                <w:b w:val="0"/>
              </w:rPr>
              <w:t>圖片</w:t>
            </w:r>
            <w:r>
              <w:rPr>
                <w:rFonts w:hint="eastAsia"/>
                <w:b w:val="0"/>
              </w:rPr>
              <w:t>1</w:t>
            </w:r>
            <w:r>
              <w:rPr>
                <w:rFonts w:hint="eastAsia"/>
                <w:b w:val="0"/>
              </w:rPr>
              <w:t>：</w:t>
            </w: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B80A60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hint="eastAsia"/>
                <w:b w:val="0"/>
              </w:rPr>
              <w:lastRenderedPageBreak/>
              <w:t>說明</w:t>
            </w:r>
            <w:r>
              <w:rPr>
                <w:rFonts w:hint="eastAsia"/>
                <w:b w:val="0"/>
              </w:rPr>
              <w:t>2</w:t>
            </w:r>
            <w:r>
              <w:rPr>
                <w:rFonts w:hint="eastAsia"/>
                <w:b w:val="0"/>
              </w:rPr>
              <w:t>：</w:t>
            </w: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B80A60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hint="eastAsia"/>
                <w:b w:val="0"/>
              </w:rPr>
              <w:t>圖片</w:t>
            </w:r>
            <w:r>
              <w:rPr>
                <w:rFonts w:hint="eastAsia"/>
                <w:b w:val="0"/>
              </w:rPr>
              <w:t>2</w:t>
            </w:r>
            <w:r>
              <w:rPr>
                <w:rFonts w:hint="eastAsia"/>
                <w:b w:val="0"/>
              </w:rPr>
              <w:t>：</w:t>
            </w: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FE00A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B80A60" w:rsidP="00B80A60">
            <w:pPr>
              <w:pStyle w:val="a0"/>
              <w:numPr>
                <w:ilvl w:val="0"/>
                <w:numId w:val="0"/>
              </w:numPr>
              <w:spacing w:before="72"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hint="eastAsia"/>
                <w:b w:val="0"/>
              </w:rPr>
              <w:t>說明</w:t>
            </w:r>
            <w:r>
              <w:rPr>
                <w:rFonts w:hint="eastAsia"/>
                <w:b w:val="0"/>
              </w:rPr>
              <w:t>3</w:t>
            </w:r>
            <w:r>
              <w:rPr>
                <w:rFonts w:hint="eastAsia"/>
                <w:b w:val="0"/>
              </w:rPr>
              <w:t>：</w:t>
            </w:r>
          </w:p>
          <w:p w:rsidR="000B334D" w:rsidRDefault="000B334D" w:rsidP="00B80A60">
            <w:pPr>
              <w:pStyle w:val="a0"/>
              <w:numPr>
                <w:ilvl w:val="0"/>
                <w:numId w:val="0"/>
              </w:numPr>
              <w:spacing w:before="72"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B80A60">
            <w:pPr>
              <w:pStyle w:val="a0"/>
              <w:numPr>
                <w:ilvl w:val="0"/>
                <w:numId w:val="0"/>
              </w:numPr>
              <w:spacing w:before="72"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B80A60">
            <w:pPr>
              <w:pStyle w:val="a0"/>
              <w:numPr>
                <w:ilvl w:val="0"/>
                <w:numId w:val="0"/>
              </w:numPr>
              <w:spacing w:before="72"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B80A60" w:rsidP="00B80A6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rFonts w:hint="eastAsia"/>
                <w:b w:val="0"/>
              </w:rPr>
              <w:t>圖片</w:t>
            </w:r>
            <w:r>
              <w:rPr>
                <w:rFonts w:hint="eastAsia"/>
                <w:b w:val="0"/>
              </w:rPr>
              <w:t>3</w:t>
            </w:r>
            <w:r>
              <w:rPr>
                <w:rFonts w:hint="eastAsia"/>
                <w:b w:val="0"/>
              </w:rPr>
              <w:t>：</w:t>
            </w:r>
          </w:p>
          <w:p w:rsidR="000B334D" w:rsidRDefault="000B334D" w:rsidP="00B80A6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B80A6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Default="000B334D" w:rsidP="00B80A6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  <w:p w:rsidR="000B334D" w:rsidRPr="00374000" w:rsidRDefault="000B334D" w:rsidP="00B80A60">
            <w:pPr>
              <w:pStyle w:val="a0"/>
              <w:numPr>
                <w:ilvl w:val="0"/>
                <w:numId w:val="0"/>
              </w:numPr>
              <w:spacing w:after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bookmarkEnd w:id="0"/>
    </w:tbl>
    <w:p w:rsidR="00F31118" w:rsidRPr="00374000" w:rsidRDefault="00F31118" w:rsidP="00FD0A8F">
      <w:pPr>
        <w:spacing w:before="72" w:after="72" w:line="320" w:lineRule="exact"/>
      </w:pPr>
    </w:p>
    <w:sectPr w:rsidR="00F31118" w:rsidRPr="00374000" w:rsidSect="00BD59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ABA" w:rsidRDefault="00424ABA" w:rsidP="0010078A">
      <w:pPr>
        <w:spacing w:before="48" w:after="48"/>
      </w:pPr>
      <w:r>
        <w:separator/>
      </w:r>
    </w:p>
  </w:endnote>
  <w:endnote w:type="continuationSeparator" w:id="0">
    <w:p w:rsidR="00424ABA" w:rsidRDefault="00424ABA" w:rsidP="0010078A">
      <w:pPr>
        <w:spacing w:before="48" w:after="4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4451F3">
    <w:pPr>
      <w:pStyle w:val="af7"/>
      <w:spacing w:before="48"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586068291"/>
      <w:docPartObj>
        <w:docPartGallery w:val="Page Numbers (Bottom of Page)"/>
        <w:docPartUnique/>
      </w:docPartObj>
    </w:sdtPr>
    <w:sdtEndPr/>
    <w:sdtContent>
      <w:p w:rsidR="00451175" w:rsidRPr="00245A12" w:rsidRDefault="006B725A" w:rsidP="0010078A">
        <w:pPr>
          <w:spacing w:before="48" w:afterLines="0" w:after="0"/>
          <w:rPr>
            <w:sz w:val="20"/>
            <w:szCs w:val="20"/>
          </w:rPr>
        </w:pPr>
        <w:r w:rsidRPr="00281E1F">
          <w:rPr>
            <w:noProof/>
            <w:sz w:val="22"/>
          </w:rPr>
          <w:drawing>
            <wp:anchor distT="0" distB="0" distL="114300" distR="114300" simplePos="0" relativeHeight="251665408" behindDoc="1" locked="0" layoutInCell="1" allowOverlap="1" wp14:anchorId="7962DAEC" wp14:editId="60757D47">
              <wp:simplePos x="0" y="0"/>
              <wp:positionH relativeFrom="margin">
                <wp:align>left</wp:align>
              </wp:positionH>
              <wp:positionV relativeFrom="paragraph">
                <wp:posOffset>56515</wp:posOffset>
              </wp:positionV>
              <wp:extent cx="5915578" cy="304800"/>
              <wp:effectExtent l="0" t="0" r="9525" b="0"/>
              <wp:wrapNone/>
              <wp:docPr id="14" name="圖片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資安院輔助圖形_A-1_比例2_特殊情境配色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26676" cy="30537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51175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0" wp14:anchorId="786BCD10" wp14:editId="5AA6E1B6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27940</wp:posOffset>
                  </wp:positionV>
                  <wp:extent cx="5943600" cy="14400"/>
                  <wp:effectExtent l="0" t="0" r="19050" b="24130"/>
                  <wp:wrapTopAndBottom/>
                  <wp:docPr id="292" name="直線接點 29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943600" cy="14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969696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DD593DE" id="直線接點 29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2.2pt" to="469.1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" o:allowoverlap="f" strokecolor="#969696">
                  <w10:wrap type="topAndBottom"/>
                  <w10:anchorlock/>
                </v:line>
              </w:pict>
            </mc:Fallback>
          </mc:AlternateContent>
        </w:r>
        <w:r w:rsidR="00451175">
          <w:rPr>
            <w:rFonts w:hint="eastAsia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F2DE98B" wp14:editId="2F655EF3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3" name="直線接點 2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EBF74E" id="直線接點 29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" strokecolor="#969696"/>
              </w:pict>
            </mc:Fallback>
          </mc:AlternateContent>
        </w:r>
        <w:r w:rsidR="00451175">
          <w:rPr>
            <w:rFonts w:hint="eastAsia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EF867DE" wp14:editId="7AB59672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4" name="直線接點 2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2C9BB49" id="直線接點 29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" strokecolor="#969696"/>
              </w:pict>
            </mc:Fallback>
          </mc:AlternateContent>
        </w:r>
        <w:r w:rsidR="00451175">
          <w:rPr>
            <w:rFonts w:hint="eastAsia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3599BB6" wp14:editId="3FB7582E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5" name="直線接點 2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C9FF8E7" id="直線接點 29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" strokecolor="#969696"/>
              </w:pict>
            </mc:Fallback>
          </mc:AlternateContent>
        </w:r>
        <w:r w:rsidR="00451175" w:rsidRPr="0098284A">
          <w:rPr>
            <w:rFonts w:hint="eastAsia"/>
            <w:sz w:val="20"/>
            <w:szCs w:val="20"/>
          </w:rPr>
          <w:t>本文件之智慧財產權</w:t>
        </w:r>
        <w:proofErr w:type="gramStart"/>
        <w:r w:rsidR="00451175" w:rsidRPr="0098284A">
          <w:rPr>
            <w:rFonts w:hint="eastAsia"/>
            <w:sz w:val="20"/>
            <w:szCs w:val="20"/>
          </w:rPr>
          <w:t>屬</w:t>
        </w:r>
        <w:r w:rsidR="004451F3">
          <w:rPr>
            <w:rFonts w:hint="eastAsia"/>
            <w:sz w:val="20"/>
            <w:szCs w:val="20"/>
          </w:rPr>
          <w:t>國家資通</w:t>
        </w:r>
        <w:proofErr w:type="gramEnd"/>
        <w:r w:rsidR="004451F3">
          <w:rPr>
            <w:rFonts w:hint="eastAsia"/>
            <w:sz w:val="20"/>
            <w:szCs w:val="20"/>
          </w:rPr>
          <w:t>安全研究院</w:t>
        </w:r>
        <w:r w:rsidR="00451175">
          <w:rPr>
            <w:rFonts w:hint="eastAsia"/>
            <w:sz w:val="20"/>
            <w:szCs w:val="20"/>
          </w:rPr>
          <w:t>擁</w:t>
        </w:r>
        <w:r w:rsidR="00451175" w:rsidRPr="0098284A">
          <w:rPr>
            <w:rFonts w:hint="eastAsia"/>
            <w:sz w:val="20"/>
            <w:szCs w:val="20"/>
          </w:rPr>
          <w:t>有。</w:t>
        </w:r>
        <w:r w:rsidR="00451175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7BEA5FD" wp14:editId="67F2CD79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6" name="直線接點 2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13952A6" id="直線接點 29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" strokecolor="#969696"/>
              </w:pict>
            </mc:Fallback>
          </mc:AlternateContent>
        </w:r>
        <w:r w:rsidR="00451175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68C190D1" wp14:editId="64DD9769">
                  <wp:simplePos x="0" y="0"/>
                  <wp:positionH relativeFrom="column">
                    <wp:posOffset>900430</wp:posOffset>
                  </wp:positionH>
                  <wp:positionV relativeFrom="paragraph">
                    <wp:posOffset>9546590</wp:posOffset>
                  </wp:positionV>
                  <wp:extent cx="5943600" cy="0"/>
                  <wp:effectExtent l="9525" t="5080" r="9525" b="13970"/>
                  <wp:wrapNone/>
                  <wp:docPr id="297" name="直線接點 2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90B266E" id="直線接點 29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751.7pt" to="538.9pt,7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" strokecolor="#969696"/>
              </w:pict>
            </mc:Fallback>
          </mc:AlternateContent>
        </w:r>
      </w:p>
      <w:p w:rsidR="00451175" w:rsidRPr="0098284A" w:rsidRDefault="00451175" w:rsidP="0010078A">
        <w:pPr>
          <w:pStyle w:val="af7"/>
          <w:spacing w:before="48" w:afterLines="0"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9564E">
          <w:rPr>
            <w:noProof/>
            <w:lang w:val="zh-TW"/>
          </w:rPr>
          <w:t>11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4451F3">
    <w:pPr>
      <w:pStyle w:val="af7"/>
      <w:spacing w:before="48"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ABA" w:rsidRDefault="00424ABA" w:rsidP="0010078A">
      <w:pPr>
        <w:spacing w:before="48" w:after="48"/>
      </w:pPr>
      <w:r>
        <w:rPr>
          <w:rFonts w:hint="eastAsia"/>
        </w:rPr>
        <w:separator/>
      </w:r>
    </w:p>
  </w:footnote>
  <w:footnote w:type="continuationSeparator" w:id="0">
    <w:p w:rsidR="00424ABA" w:rsidRDefault="00424ABA" w:rsidP="0010078A">
      <w:pPr>
        <w:spacing w:before="48" w:after="4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4451F3">
    <w:pPr>
      <w:pStyle w:val="af4"/>
      <w:spacing w:before="48"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A018F0" w:rsidP="00A018F0">
    <w:pPr>
      <w:pStyle w:val="af4"/>
      <w:spacing w:before="48" w:after="48" w:line="240" w:lineRule="auto"/>
      <w:jc w:val="right"/>
    </w:pPr>
    <w:bookmarkStart w:id="1" w:name="_GoBack"/>
    <w:r w:rsidRPr="002B3356">
      <w:rPr>
        <w:noProof/>
      </w:rPr>
      <w:drawing>
        <wp:anchor distT="0" distB="0" distL="114300" distR="114300" simplePos="0" relativeHeight="251667456" behindDoc="1" locked="0" layoutInCell="1" allowOverlap="1" wp14:anchorId="179FC9E6" wp14:editId="6811332D">
          <wp:simplePos x="0" y="0"/>
          <wp:positionH relativeFrom="margin">
            <wp:align>left</wp:align>
          </wp:positionH>
          <wp:positionV relativeFrom="paragraph">
            <wp:posOffset>-207876</wp:posOffset>
          </wp:positionV>
          <wp:extent cx="2565070" cy="546100"/>
          <wp:effectExtent l="0" t="0" r="6985" b="635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0407" cy="5472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  <w:p w:rsidR="00A018F0" w:rsidRDefault="00A018F0" w:rsidP="00A018F0">
    <w:pPr>
      <w:pStyle w:val="af4"/>
      <w:spacing w:before="48" w:after="48" w:line="24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F3" w:rsidRDefault="004451F3">
    <w:pPr>
      <w:pStyle w:val="af4"/>
      <w:spacing w:before="48" w:after="4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81A84"/>
    <w:multiLevelType w:val="hybridMultilevel"/>
    <w:tmpl w:val="7D42D3C0"/>
    <w:lvl w:ilvl="0" w:tplc="AEB27212">
      <w:start w:val="1"/>
      <w:numFmt w:val="decimal"/>
      <w:pStyle w:val="a"/>
      <w:lvlText w:val="圖%1"/>
      <w:lvlJc w:val="left"/>
      <w:pPr>
        <w:tabs>
          <w:tab w:val="num" w:pos="680"/>
        </w:tabs>
        <w:ind w:left="0" w:firstLine="0"/>
      </w:pPr>
      <w:rPr>
        <w:rFonts w:ascii="Times New Roman" w:eastAsia="標楷體" w:hAnsi="Times New Roman" w:hint="default"/>
        <w:b w:val="0"/>
        <w:bCs w:val="0"/>
        <w:i w:val="0"/>
        <w:iCs w:val="0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835771"/>
    <w:multiLevelType w:val="multilevel"/>
    <w:tmpl w:val="63E6F532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eastAsia="標楷體" w:hAnsi="Times New Roman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14A64765"/>
    <w:multiLevelType w:val="multilevel"/>
    <w:tmpl w:val="2A44FA60"/>
    <w:lvl w:ilvl="0">
      <w:start w:val="1"/>
      <w:numFmt w:val="decimal"/>
      <w:lvlText w:val="表%1　"/>
      <w:lvlJc w:val="left"/>
      <w:pPr>
        <w:ind w:left="0" w:firstLine="0"/>
      </w:pPr>
      <w:rPr>
        <w:rFonts w:ascii="Times New Roman" w:eastAsia="標楷體" w:hAnsi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" w15:restartNumberingAfterBreak="0">
    <w:nsid w:val="15273EEC"/>
    <w:multiLevelType w:val="multilevel"/>
    <w:tmpl w:val="CC98716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pStyle w:val="2"/>
      <w:suff w:val="nothing"/>
      <w:lvlText w:val="%1.%2 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2">
      <w:start w:val="1"/>
      <w:numFmt w:val="decimal"/>
      <w:pStyle w:val="3"/>
      <w:suff w:val="space"/>
      <w:lvlText w:val="%1.%2.%3 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pStyle w:val="4"/>
      <w:suff w:val="space"/>
      <w:lvlText w:val="%1.%2.%3.%4 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pStyle w:val="5"/>
      <w:suff w:val="space"/>
      <w:lvlText w:val="%1.%2.%3.%4.%5 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158C5A3C"/>
    <w:multiLevelType w:val="multilevel"/>
    <w:tmpl w:val="B3F0A16E"/>
    <w:styleLink w:val="ICST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193C400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B832C87"/>
    <w:multiLevelType w:val="hybridMultilevel"/>
    <w:tmpl w:val="87BEFAB2"/>
    <w:lvl w:ilvl="0" w:tplc="17B84154">
      <w:start w:val="1"/>
      <w:numFmt w:val="bullet"/>
      <w:pStyle w:val="10"/>
      <w:lvlText w:val="●"/>
      <w:lvlJc w:val="left"/>
      <w:pPr>
        <w:tabs>
          <w:tab w:val="num" w:pos="805"/>
        </w:tabs>
        <w:ind w:left="805" w:hanging="482"/>
      </w:pPr>
      <w:rPr>
        <w:rFonts w:ascii="Times New Roman" w:eastAsia="標楷體" w:hAnsi="Times New Roman" w:cs="Times New Roman" w:hint="default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C31121"/>
    <w:multiLevelType w:val="multilevel"/>
    <w:tmpl w:val="8396A386"/>
    <w:lvl w:ilvl="0">
      <w:start w:val="1"/>
      <w:numFmt w:val="decimal"/>
      <w:pStyle w:val="a0"/>
      <w:lvlText w:val="附件%1"/>
      <w:lvlJc w:val="left"/>
      <w:pPr>
        <w:ind w:left="851" w:hanging="851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8" w15:restartNumberingAfterBreak="0">
    <w:nsid w:val="22931DCA"/>
    <w:multiLevelType w:val="hybridMultilevel"/>
    <w:tmpl w:val="17D8F9CA"/>
    <w:lvl w:ilvl="0" w:tplc="32069A78">
      <w:start w:val="1"/>
      <w:numFmt w:val="none"/>
      <w:lvlText w:val="資料來源："/>
      <w:lvlJc w:val="left"/>
      <w:pPr>
        <w:tabs>
          <w:tab w:val="num" w:pos="0"/>
        </w:tabs>
        <w:ind w:left="1520" w:hanging="15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5A6069D"/>
    <w:multiLevelType w:val="multilevel"/>
    <w:tmpl w:val="D240A11C"/>
    <w:lvl w:ilvl="0">
      <w:start w:val="1"/>
      <w:numFmt w:val="decimal"/>
      <w:pStyle w:val="a1"/>
      <w:lvlText w:val="[%1]"/>
      <w:lvlJc w:val="left"/>
      <w:pPr>
        <w:ind w:left="624" w:hanging="340"/>
      </w:pPr>
      <w:rPr>
        <w:rFonts w:ascii="Times New Roman" w:eastAsia="標楷體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0" w15:restartNumberingAfterBreak="0">
    <w:nsid w:val="2B7C7161"/>
    <w:multiLevelType w:val="hybridMultilevel"/>
    <w:tmpl w:val="B1FCAD98"/>
    <w:lvl w:ilvl="0" w:tplc="64AA2504">
      <w:start w:val="1"/>
      <w:numFmt w:val="decimal"/>
      <w:lvlText w:val="%1資料來源："/>
      <w:lvlJc w:val="left"/>
      <w:pPr>
        <w:ind w:left="480" w:hanging="480"/>
      </w:pPr>
      <w:rPr>
        <w:rFonts w:hint="eastAsia"/>
        <w:vanish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8E68C5"/>
    <w:multiLevelType w:val="multilevel"/>
    <w:tmpl w:val="B0CE66E2"/>
    <w:lvl w:ilvl="0">
      <w:start w:val="1"/>
      <w:numFmt w:val="bullet"/>
      <w:pStyle w:val="30"/>
      <w:lvlText w:val=""/>
      <w:lvlJc w:val="left"/>
      <w:pPr>
        <w:tabs>
          <w:tab w:val="num" w:pos="805"/>
        </w:tabs>
        <w:ind w:left="805" w:hanging="482"/>
      </w:pPr>
      <w:rPr>
        <w:rFonts w:ascii="Wingdings" w:hAnsi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0404382"/>
    <w:multiLevelType w:val="multilevel"/>
    <w:tmpl w:val="11928F42"/>
    <w:lvl w:ilvl="0">
      <w:start w:val="1"/>
      <w:numFmt w:val="bullet"/>
      <w:pStyle w:val="40"/>
      <w:lvlText w:val=""/>
      <w:lvlJc w:val="left"/>
      <w:pPr>
        <w:ind w:left="1444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0" w:firstLine="964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0" w:firstLine="964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0" w:firstLine="964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0" w:firstLine="964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0" w:firstLine="964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0" w:firstLine="964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0" w:firstLine="964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0" w:firstLine="964"/>
      </w:pPr>
      <w:rPr>
        <w:rFonts w:ascii="Wingdings" w:hAnsi="Wingdings" w:cs="Wingdings" w:hint="default"/>
      </w:rPr>
    </w:lvl>
  </w:abstractNum>
  <w:abstractNum w:abstractNumId="13" w15:restartNumberingAfterBreak="0">
    <w:nsid w:val="36DC6499"/>
    <w:multiLevelType w:val="multilevel"/>
    <w:tmpl w:val="B3F0A16E"/>
    <w:numStyleLink w:val="ICST"/>
  </w:abstractNum>
  <w:abstractNum w:abstractNumId="14" w15:restartNumberingAfterBreak="0">
    <w:nsid w:val="39996C79"/>
    <w:multiLevelType w:val="multilevel"/>
    <w:tmpl w:val="29F4C690"/>
    <w:lvl w:ilvl="0">
      <w:start w:val="1"/>
      <w:numFmt w:val="bullet"/>
      <w:pStyle w:val="50"/>
      <w:lvlText w:val=""/>
      <w:lvlJc w:val="left"/>
      <w:pPr>
        <w:ind w:left="1727" w:hanging="480"/>
      </w:pPr>
      <w:rPr>
        <w:rFonts w:ascii="Wingdings" w:hAnsi="Wingdings" w:hint="default"/>
        <w:color w:val="000000" w:themeColor="text1"/>
        <w:u w:val="none"/>
      </w:rPr>
    </w:lvl>
    <w:lvl w:ilvl="1">
      <w:start w:val="1"/>
      <w:numFmt w:val="bullet"/>
      <w:lvlText w:val=""/>
      <w:lvlJc w:val="left"/>
      <w:pPr>
        <w:tabs>
          <w:tab w:val="num" w:pos="1132"/>
        </w:tabs>
        <w:ind w:left="1132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12"/>
        </w:tabs>
        <w:ind w:left="1612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92"/>
        </w:tabs>
        <w:ind w:left="2092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72"/>
        </w:tabs>
        <w:ind w:left="2572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52"/>
        </w:tabs>
        <w:ind w:left="3052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32"/>
        </w:tabs>
        <w:ind w:left="3532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012"/>
        </w:tabs>
        <w:ind w:left="4012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92"/>
        </w:tabs>
        <w:ind w:left="4492" w:hanging="480"/>
      </w:pPr>
      <w:rPr>
        <w:rFonts w:ascii="Wingdings" w:hAnsi="Wingdings" w:hint="default"/>
      </w:rPr>
    </w:lvl>
  </w:abstractNum>
  <w:abstractNum w:abstractNumId="15" w15:restartNumberingAfterBreak="0">
    <w:nsid w:val="3F3C28E7"/>
    <w:multiLevelType w:val="hybridMultilevel"/>
    <w:tmpl w:val="9FD2E50C"/>
    <w:lvl w:ilvl="0" w:tplc="42F2B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F3CDB76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BB46061C">
      <w:start w:val="1"/>
      <w:numFmt w:val="upperLetter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D87795"/>
    <w:multiLevelType w:val="multilevel"/>
    <w:tmpl w:val="A0880468"/>
    <w:lvl w:ilvl="0">
      <w:start w:val="1"/>
      <w:numFmt w:val="decimal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34C0338"/>
    <w:multiLevelType w:val="multilevel"/>
    <w:tmpl w:val="050269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Restart w:val="0"/>
      <w:lvlText w:val="資料來源："/>
      <w:lvlJc w:val="left"/>
      <w:pPr>
        <w:tabs>
          <w:tab w:val="num" w:pos="0"/>
        </w:tabs>
        <w:ind w:left="1134" w:hanging="1134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18" w15:restartNumberingAfterBreak="0">
    <w:nsid w:val="455470C8"/>
    <w:multiLevelType w:val="hybridMultilevel"/>
    <w:tmpl w:val="EDE617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CE3821"/>
    <w:multiLevelType w:val="hybridMultilevel"/>
    <w:tmpl w:val="190684C0"/>
    <w:lvl w:ilvl="0" w:tplc="DA6E4284">
      <w:start w:val="1"/>
      <w:numFmt w:val="decimal"/>
      <w:pStyle w:val="a2"/>
      <w:lvlText w:val="(%1)"/>
      <w:lvlJc w:val="right"/>
      <w:pPr>
        <w:ind w:left="1104" w:hanging="480"/>
      </w:pPr>
      <w:rPr>
        <w:rFonts w:ascii="Times New Roman" w:eastAsia="標楷體" w:hAnsi="Times New Roman" w:hint="default"/>
        <w:b w:val="0"/>
        <w:i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60E5A86"/>
    <w:multiLevelType w:val="multilevel"/>
    <w:tmpl w:val="C326428A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4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7467B3D"/>
    <w:multiLevelType w:val="multilevel"/>
    <w:tmpl w:val="291A47C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2" w15:restartNumberingAfterBreak="0">
    <w:nsid w:val="47CA568E"/>
    <w:multiLevelType w:val="multilevel"/>
    <w:tmpl w:val="279E56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 w15:restartNumberingAfterBreak="0">
    <w:nsid w:val="4BFA6FA5"/>
    <w:multiLevelType w:val="multilevel"/>
    <w:tmpl w:val="D11E24BC"/>
    <w:lvl w:ilvl="0">
      <w:start w:val="1"/>
      <w:numFmt w:val="decimal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53AC2E08"/>
    <w:multiLevelType w:val="multilevel"/>
    <w:tmpl w:val="1D1E8DC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5" w15:restartNumberingAfterBreak="0">
    <w:nsid w:val="552117D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 w15:restartNumberingAfterBreak="0">
    <w:nsid w:val="559A3F53"/>
    <w:multiLevelType w:val="hybridMultilevel"/>
    <w:tmpl w:val="2A88EB34"/>
    <w:lvl w:ilvl="0" w:tplc="45623BB0">
      <w:start w:val="1"/>
      <w:numFmt w:val="bullet"/>
      <w:pStyle w:val="a3"/>
      <w:lvlText w:val="▪"/>
      <w:lvlJc w:val="left"/>
      <w:pPr>
        <w:tabs>
          <w:tab w:val="num" w:pos="170"/>
        </w:tabs>
        <w:ind w:left="147" w:hanging="147"/>
      </w:pPr>
      <w:rPr>
        <w:rFonts w:ascii="Times New Roman" w:hAnsi="Times New Roman" w:cs="Times New Roman" w:hint="default"/>
        <w:color w:val="000000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8F5756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 w15:restartNumberingAfterBreak="0">
    <w:nsid w:val="5A443151"/>
    <w:multiLevelType w:val="multilevel"/>
    <w:tmpl w:val="C382CC0A"/>
    <w:name w:val="?"/>
    <w:lvl w:ilvl="0">
      <w:start w:val="1"/>
      <w:numFmt w:val="decimal"/>
      <w:pStyle w:val="a4"/>
      <w:lvlText w:val="表%1"/>
      <w:lvlJc w:val="left"/>
      <w:pPr>
        <w:tabs>
          <w:tab w:val="num" w:pos="68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29" w15:restartNumberingAfterBreak="0">
    <w:nsid w:val="69B101E8"/>
    <w:multiLevelType w:val="multilevel"/>
    <w:tmpl w:val="BC22DDE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資料來源："/>
      <w:lvlJc w:val="left"/>
      <w:pPr>
        <w:tabs>
          <w:tab w:val="num" w:pos="1559"/>
        </w:tabs>
        <w:ind w:left="1559" w:hanging="1559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30" w15:restartNumberingAfterBreak="0">
    <w:nsid w:val="6C07135E"/>
    <w:multiLevelType w:val="multilevel"/>
    <w:tmpl w:val="B3F0A16E"/>
    <w:numStyleLink w:val="ICST"/>
  </w:abstractNum>
  <w:abstractNum w:abstractNumId="31" w15:restartNumberingAfterBreak="0">
    <w:nsid w:val="76D64CA7"/>
    <w:multiLevelType w:val="multilevel"/>
    <w:tmpl w:val="114C168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標楷體" w:hAnsi="Times New Roman" w:hint="default"/>
        <w:b/>
        <w:i w:val="0"/>
        <w:sz w:val="28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Restart w:val="0"/>
      <w:pStyle w:val="a5"/>
      <w:lvlText w:val="資料來源："/>
      <w:lvlJc w:val="left"/>
      <w:pPr>
        <w:tabs>
          <w:tab w:val="num" w:pos="0"/>
        </w:tabs>
        <w:ind w:left="1559" w:hanging="1559"/>
      </w:pPr>
      <w:rPr>
        <w:rFonts w:ascii="Times New Roman" w:eastAsia="標楷體" w:hAnsi="Times New Roman" w:hint="default"/>
        <w:b w:val="0"/>
        <w:i w:val="0"/>
        <w:color w:val="auto"/>
        <w:sz w:val="28"/>
      </w:rPr>
    </w:lvl>
  </w:abstractNum>
  <w:abstractNum w:abstractNumId="32" w15:restartNumberingAfterBreak="0">
    <w:nsid w:val="7A381C38"/>
    <w:multiLevelType w:val="multilevel"/>
    <w:tmpl w:val="B9D49E5A"/>
    <w:lvl w:ilvl="0">
      <w:start w:val="1"/>
      <w:numFmt w:val="bullet"/>
      <w:lvlText w:val=""/>
      <w:lvlJc w:val="left"/>
      <w:pPr>
        <w:ind w:left="964" w:hanging="227"/>
      </w:pPr>
      <w:rPr>
        <w:rFonts w:ascii="Wingdings" w:hAnsi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7D440014"/>
    <w:multiLevelType w:val="multilevel"/>
    <w:tmpl w:val="B3F0A16E"/>
    <w:numStyleLink w:val="ICST"/>
  </w:abstractNum>
  <w:abstractNum w:abstractNumId="34" w15:restartNumberingAfterBreak="0">
    <w:nsid w:val="7E4E55E1"/>
    <w:multiLevelType w:val="hybridMultilevel"/>
    <w:tmpl w:val="9652565C"/>
    <w:lvl w:ilvl="0" w:tplc="61BCCD60">
      <w:start w:val="1"/>
      <w:numFmt w:val="bullet"/>
      <w:pStyle w:val="20"/>
      <w:lvlText w:val="–"/>
      <w:lvlJc w:val="left"/>
      <w:pPr>
        <w:tabs>
          <w:tab w:val="num" w:pos="805"/>
        </w:tabs>
        <w:ind w:left="805" w:hanging="482"/>
      </w:pPr>
      <w:rPr>
        <w:rFonts w:ascii="Times New Roman" w:eastAsia="標楷體" w:hAnsi="Times New Roman" w:cs="Times New Roman" w:hint="default"/>
        <w:sz w:val="28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26"/>
  </w:num>
  <w:num w:numId="4">
    <w:abstractNumId w:val="7"/>
  </w:num>
  <w:num w:numId="5">
    <w:abstractNumId w:val="9"/>
  </w:num>
  <w:num w:numId="6">
    <w:abstractNumId w:val="6"/>
  </w:num>
  <w:num w:numId="7">
    <w:abstractNumId w:val="34"/>
  </w:num>
  <w:num w:numId="8">
    <w:abstractNumId w:val="11"/>
  </w:num>
  <w:num w:numId="9">
    <w:abstractNumId w:val="12"/>
  </w:num>
  <w:num w:numId="10">
    <w:abstractNumId w:val="14"/>
  </w:num>
  <w:num w:numId="11">
    <w:abstractNumId w:val="8"/>
  </w:num>
  <w:num w:numId="12">
    <w:abstractNumId w:val="0"/>
  </w:num>
  <w:num w:numId="13">
    <w:abstractNumId w:val="8"/>
  </w:num>
  <w:num w:numId="14">
    <w:abstractNumId w:val="1"/>
  </w:num>
  <w:num w:numId="15">
    <w:abstractNumId w:val="24"/>
  </w:num>
  <w:num w:numId="16">
    <w:abstractNumId w:val="24"/>
  </w:num>
  <w:num w:numId="17">
    <w:abstractNumId w:val="24"/>
  </w:num>
  <w:num w:numId="18">
    <w:abstractNumId w:val="24"/>
  </w:num>
  <w:num w:numId="19">
    <w:abstractNumId w:val="24"/>
  </w:num>
  <w:num w:numId="20">
    <w:abstractNumId w:val="4"/>
  </w:num>
  <w:num w:numId="21">
    <w:abstractNumId w:val="21"/>
  </w:num>
  <w:num w:numId="22">
    <w:abstractNumId w:val="3"/>
  </w:num>
  <w:num w:numId="23">
    <w:abstractNumId w:val="30"/>
  </w:num>
  <w:num w:numId="24">
    <w:abstractNumId w:val="29"/>
  </w:num>
  <w:num w:numId="25">
    <w:abstractNumId w:val="10"/>
  </w:num>
  <w:num w:numId="26">
    <w:abstractNumId w:val="17"/>
  </w:num>
  <w:num w:numId="27">
    <w:abstractNumId w:val="13"/>
  </w:num>
  <w:num w:numId="28">
    <w:abstractNumId w:val="33"/>
  </w:num>
  <w:num w:numId="29">
    <w:abstractNumId w:val="31"/>
  </w:num>
  <w:num w:numId="30">
    <w:abstractNumId w:val="25"/>
  </w:num>
  <w:num w:numId="31">
    <w:abstractNumId w:val="27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2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5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16"/>
  </w:num>
  <w:num w:numId="41">
    <w:abstractNumId w:val="23"/>
  </w:num>
  <w:num w:numId="42">
    <w:abstractNumId w:val="26"/>
  </w:num>
  <w:num w:numId="43">
    <w:abstractNumId w:val="26"/>
  </w:num>
  <w:num w:numId="44">
    <w:abstractNumId w:val="18"/>
  </w:num>
  <w:num w:numId="45">
    <w:abstractNumId w:val="15"/>
  </w:num>
  <w:num w:numId="46">
    <w:abstractNumId w:val="22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oNotTrackFormatting/>
  <w:defaultTabStop w:val="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954"/>
    <w:rsid w:val="00001C64"/>
    <w:rsid w:val="00012360"/>
    <w:rsid w:val="00012974"/>
    <w:rsid w:val="00013232"/>
    <w:rsid w:val="00015C94"/>
    <w:rsid w:val="00017EDA"/>
    <w:rsid w:val="00026777"/>
    <w:rsid w:val="00030C70"/>
    <w:rsid w:val="00032FB8"/>
    <w:rsid w:val="00033074"/>
    <w:rsid w:val="0003398A"/>
    <w:rsid w:val="00035CE9"/>
    <w:rsid w:val="00036C24"/>
    <w:rsid w:val="00037398"/>
    <w:rsid w:val="000467A8"/>
    <w:rsid w:val="0004750B"/>
    <w:rsid w:val="0005236D"/>
    <w:rsid w:val="0005301D"/>
    <w:rsid w:val="000535F7"/>
    <w:rsid w:val="00054ECA"/>
    <w:rsid w:val="00060AB8"/>
    <w:rsid w:val="0006274E"/>
    <w:rsid w:val="000708A8"/>
    <w:rsid w:val="000719B4"/>
    <w:rsid w:val="00072F0A"/>
    <w:rsid w:val="00074A68"/>
    <w:rsid w:val="00077228"/>
    <w:rsid w:val="00080954"/>
    <w:rsid w:val="000810C3"/>
    <w:rsid w:val="000821A2"/>
    <w:rsid w:val="000830A7"/>
    <w:rsid w:val="00083EC4"/>
    <w:rsid w:val="00084B94"/>
    <w:rsid w:val="00086DF8"/>
    <w:rsid w:val="00092504"/>
    <w:rsid w:val="00092EED"/>
    <w:rsid w:val="0009306E"/>
    <w:rsid w:val="00094044"/>
    <w:rsid w:val="00094437"/>
    <w:rsid w:val="00096BF4"/>
    <w:rsid w:val="000A062E"/>
    <w:rsid w:val="000A1E2C"/>
    <w:rsid w:val="000A3EFC"/>
    <w:rsid w:val="000A57E0"/>
    <w:rsid w:val="000A594B"/>
    <w:rsid w:val="000A7D47"/>
    <w:rsid w:val="000A7EB3"/>
    <w:rsid w:val="000B0AAE"/>
    <w:rsid w:val="000B0D74"/>
    <w:rsid w:val="000B334D"/>
    <w:rsid w:val="000C2D6B"/>
    <w:rsid w:val="000C3D95"/>
    <w:rsid w:val="000C51C9"/>
    <w:rsid w:val="000C57E5"/>
    <w:rsid w:val="000D0C78"/>
    <w:rsid w:val="000D0D16"/>
    <w:rsid w:val="000D3A55"/>
    <w:rsid w:val="000D493D"/>
    <w:rsid w:val="000D599F"/>
    <w:rsid w:val="000D65D7"/>
    <w:rsid w:val="000E19CE"/>
    <w:rsid w:val="000E1C03"/>
    <w:rsid w:val="000E1F46"/>
    <w:rsid w:val="000E260B"/>
    <w:rsid w:val="000E421F"/>
    <w:rsid w:val="000F14E0"/>
    <w:rsid w:val="000F1A3C"/>
    <w:rsid w:val="000F1FCF"/>
    <w:rsid w:val="000F31FA"/>
    <w:rsid w:val="0010078A"/>
    <w:rsid w:val="00102F5B"/>
    <w:rsid w:val="001035D6"/>
    <w:rsid w:val="00106B29"/>
    <w:rsid w:val="00107438"/>
    <w:rsid w:val="001106DD"/>
    <w:rsid w:val="00111475"/>
    <w:rsid w:val="00112AE8"/>
    <w:rsid w:val="00114296"/>
    <w:rsid w:val="001149BA"/>
    <w:rsid w:val="00115561"/>
    <w:rsid w:val="00115898"/>
    <w:rsid w:val="001165CF"/>
    <w:rsid w:val="00121634"/>
    <w:rsid w:val="00122639"/>
    <w:rsid w:val="001230F6"/>
    <w:rsid w:val="001243EE"/>
    <w:rsid w:val="00124E56"/>
    <w:rsid w:val="00126CAE"/>
    <w:rsid w:val="0012706C"/>
    <w:rsid w:val="0013063B"/>
    <w:rsid w:val="00130A65"/>
    <w:rsid w:val="00130F18"/>
    <w:rsid w:val="00131895"/>
    <w:rsid w:val="001328D8"/>
    <w:rsid w:val="00134E5C"/>
    <w:rsid w:val="00136582"/>
    <w:rsid w:val="001430F3"/>
    <w:rsid w:val="001453D7"/>
    <w:rsid w:val="00151D16"/>
    <w:rsid w:val="0015301D"/>
    <w:rsid w:val="001551D7"/>
    <w:rsid w:val="001554EC"/>
    <w:rsid w:val="00155740"/>
    <w:rsid w:val="0015659E"/>
    <w:rsid w:val="001567D4"/>
    <w:rsid w:val="00157595"/>
    <w:rsid w:val="00161A56"/>
    <w:rsid w:val="00162DDC"/>
    <w:rsid w:val="00163D13"/>
    <w:rsid w:val="001670D3"/>
    <w:rsid w:val="001671FE"/>
    <w:rsid w:val="00170027"/>
    <w:rsid w:val="0017124E"/>
    <w:rsid w:val="001717DF"/>
    <w:rsid w:val="00172689"/>
    <w:rsid w:val="00176004"/>
    <w:rsid w:val="00181EFB"/>
    <w:rsid w:val="00185104"/>
    <w:rsid w:val="0019033A"/>
    <w:rsid w:val="00192D99"/>
    <w:rsid w:val="001935E2"/>
    <w:rsid w:val="00196905"/>
    <w:rsid w:val="0019709B"/>
    <w:rsid w:val="001A17C8"/>
    <w:rsid w:val="001A46FE"/>
    <w:rsid w:val="001A6211"/>
    <w:rsid w:val="001A74E4"/>
    <w:rsid w:val="001B1521"/>
    <w:rsid w:val="001B3278"/>
    <w:rsid w:val="001B3CD7"/>
    <w:rsid w:val="001B4FC6"/>
    <w:rsid w:val="001B5E69"/>
    <w:rsid w:val="001B6569"/>
    <w:rsid w:val="001C19DE"/>
    <w:rsid w:val="001C2B76"/>
    <w:rsid w:val="001C71F2"/>
    <w:rsid w:val="001C73AE"/>
    <w:rsid w:val="001D296E"/>
    <w:rsid w:val="001D4019"/>
    <w:rsid w:val="001D473C"/>
    <w:rsid w:val="001D695F"/>
    <w:rsid w:val="001E5927"/>
    <w:rsid w:val="001E5BE0"/>
    <w:rsid w:val="001F0F7A"/>
    <w:rsid w:val="001F2405"/>
    <w:rsid w:val="001F309B"/>
    <w:rsid w:val="001F32FA"/>
    <w:rsid w:val="001F3333"/>
    <w:rsid w:val="001F45C7"/>
    <w:rsid w:val="001F5EE8"/>
    <w:rsid w:val="001F6404"/>
    <w:rsid w:val="00203050"/>
    <w:rsid w:val="00205DF2"/>
    <w:rsid w:val="0020721A"/>
    <w:rsid w:val="002079AD"/>
    <w:rsid w:val="002079C9"/>
    <w:rsid w:val="0021202B"/>
    <w:rsid w:val="00212954"/>
    <w:rsid w:val="00212C57"/>
    <w:rsid w:val="0021313D"/>
    <w:rsid w:val="00215EA8"/>
    <w:rsid w:val="00221CE8"/>
    <w:rsid w:val="00222726"/>
    <w:rsid w:val="002304A2"/>
    <w:rsid w:val="00232C9B"/>
    <w:rsid w:val="00233314"/>
    <w:rsid w:val="00234203"/>
    <w:rsid w:val="00234C8E"/>
    <w:rsid w:val="00236A29"/>
    <w:rsid w:val="00237585"/>
    <w:rsid w:val="002414B2"/>
    <w:rsid w:val="00241C38"/>
    <w:rsid w:val="00245A12"/>
    <w:rsid w:val="00250ABA"/>
    <w:rsid w:val="00253032"/>
    <w:rsid w:val="00254D44"/>
    <w:rsid w:val="00255E2D"/>
    <w:rsid w:val="00257673"/>
    <w:rsid w:val="0026003D"/>
    <w:rsid w:val="0026124E"/>
    <w:rsid w:val="00263392"/>
    <w:rsid w:val="002656C2"/>
    <w:rsid w:val="00265990"/>
    <w:rsid w:val="002706BA"/>
    <w:rsid w:val="00273B02"/>
    <w:rsid w:val="00275742"/>
    <w:rsid w:val="00275E52"/>
    <w:rsid w:val="00276576"/>
    <w:rsid w:val="00282454"/>
    <w:rsid w:val="00285AEF"/>
    <w:rsid w:val="00286ED5"/>
    <w:rsid w:val="00290FBC"/>
    <w:rsid w:val="0029129C"/>
    <w:rsid w:val="00291AE2"/>
    <w:rsid w:val="00293079"/>
    <w:rsid w:val="00293ACE"/>
    <w:rsid w:val="00293EA1"/>
    <w:rsid w:val="002951F3"/>
    <w:rsid w:val="00295350"/>
    <w:rsid w:val="00295910"/>
    <w:rsid w:val="00295AD2"/>
    <w:rsid w:val="00297194"/>
    <w:rsid w:val="0029742F"/>
    <w:rsid w:val="002A0D45"/>
    <w:rsid w:val="002A1536"/>
    <w:rsid w:val="002A36F2"/>
    <w:rsid w:val="002A3BC8"/>
    <w:rsid w:val="002A7FD3"/>
    <w:rsid w:val="002B41EF"/>
    <w:rsid w:val="002B5CD7"/>
    <w:rsid w:val="002B6562"/>
    <w:rsid w:val="002B6581"/>
    <w:rsid w:val="002B7A36"/>
    <w:rsid w:val="002C1D01"/>
    <w:rsid w:val="002D089C"/>
    <w:rsid w:val="002D1642"/>
    <w:rsid w:val="002D420A"/>
    <w:rsid w:val="002D6BC1"/>
    <w:rsid w:val="002D6D05"/>
    <w:rsid w:val="002D7474"/>
    <w:rsid w:val="002E3D73"/>
    <w:rsid w:val="002E4DEA"/>
    <w:rsid w:val="002E5146"/>
    <w:rsid w:val="002E6169"/>
    <w:rsid w:val="002E61EF"/>
    <w:rsid w:val="002F0BB9"/>
    <w:rsid w:val="002F290E"/>
    <w:rsid w:val="002F5FEE"/>
    <w:rsid w:val="002F7975"/>
    <w:rsid w:val="0030073E"/>
    <w:rsid w:val="0030355E"/>
    <w:rsid w:val="00305381"/>
    <w:rsid w:val="00305A4A"/>
    <w:rsid w:val="00305B52"/>
    <w:rsid w:val="00306A0F"/>
    <w:rsid w:val="0031185E"/>
    <w:rsid w:val="003130D6"/>
    <w:rsid w:val="003144FD"/>
    <w:rsid w:val="00314642"/>
    <w:rsid w:val="00314699"/>
    <w:rsid w:val="00314B0B"/>
    <w:rsid w:val="00317D10"/>
    <w:rsid w:val="00320C21"/>
    <w:rsid w:val="00323CC7"/>
    <w:rsid w:val="0032639F"/>
    <w:rsid w:val="003272F3"/>
    <w:rsid w:val="00332814"/>
    <w:rsid w:val="00335931"/>
    <w:rsid w:val="00335DFF"/>
    <w:rsid w:val="003367BE"/>
    <w:rsid w:val="00337347"/>
    <w:rsid w:val="0034264E"/>
    <w:rsid w:val="00344AFD"/>
    <w:rsid w:val="003450E5"/>
    <w:rsid w:val="00345359"/>
    <w:rsid w:val="00346821"/>
    <w:rsid w:val="00347A87"/>
    <w:rsid w:val="003505B6"/>
    <w:rsid w:val="00352D27"/>
    <w:rsid w:val="00357CEF"/>
    <w:rsid w:val="00361092"/>
    <w:rsid w:val="00364E5A"/>
    <w:rsid w:val="00366C55"/>
    <w:rsid w:val="00367118"/>
    <w:rsid w:val="00370385"/>
    <w:rsid w:val="00370A73"/>
    <w:rsid w:val="00370B4B"/>
    <w:rsid w:val="0037172A"/>
    <w:rsid w:val="00374000"/>
    <w:rsid w:val="003747C0"/>
    <w:rsid w:val="003750E6"/>
    <w:rsid w:val="00376D06"/>
    <w:rsid w:val="003770FD"/>
    <w:rsid w:val="00381243"/>
    <w:rsid w:val="00382A50"/>
    <w:rsid w:val="0038366D"/>
    <w:rsid w:val="0038488D"/>
    <w:rsid w:val="00390A14"/>
    <w:rsid w:val="00390E01"/>
    <w:rsid w:val="00391CF1"/>
    <w:rsid w:val="003933D1"/>
    <w:rsid w:val="0039381D"/>
    <w:rsid w:val="003947EC"/>
    <w:rsid w:val="0039724B"/>
    <w:rsid w:val="003A431E"/>
    <w:rsid w:val="003A6519"/>
    <w:rsid w:val="003B0BCE"/>
    <w:rsid w:val="003B0C9B"/>
    <w:rsid w:val="003B0FC9"/>
    <w:rsid w:val="003B61B1"/>
    <w:rsid w:val="003C1097"/>
    <w:rsid w:val="003C1C79"/>
    <w:rsid w:val="003C2155"/>
    <w:rsid w:val="003C5AD1"/>
    <w:rsid w:val="003D1AC5"/>
    <w:rsid w:val="003E07D1"/>
    <w:rsid w:val="003E0C64"/>
    <w:rsid w:val="003E1E57"/>
    <w:rsid w:val="003E2BDB"/>
    <w:rsid w:val="003E561E"/>
    <w:rsid w:val="003E7280"/>
    <w:rsid w:val="003E7E8D"/>
    <w:rsid w:val="003F24D0"/>
    <w:rsid w:val="003F7D2D"/>
    <w:rsid w:val="00401084"/>
    <w:rsid w:val="004018C7"/>
    <w:rsid w:val="00401BBF"/>
    <w:rsid w:val="00401EC9"/>
    <w:rsid w:val="00402722"/>
    <w:rsid w:val="0040576D"/>
    <w:rsid w:val="0040586D"/>
    <w:rsid w:val="00406307"/>
    <w:rsid w:val="0041113A"/>
    <w:rsid w:val="00411730"/>
    <w:rsid w:val="00413703"/>
    <w:rsid w:val="00414D4B"/>
    <w:rsid w:val="00415D42"/>
    <w:rsid w:val="00415E71"/>
    <w:rsid w:val="004209E6"/>
    <w:rsid w:val="004213CA"/>
    <w:rsid w:val="00421E0F"/>
    <w:rsid w:val="00423FF3"/>
    <w:rsid w:val="004243E0"/>
    <w:rsid w:val="00424ABA"/>
    <w:rsid w:val="00430528"/>
    <w:rsid w:val="00431BC3"/>
    <w:rsid w:val="00431C64"/>
    <w:rsid w:val="004451F3"/>
    <w:rsid w:val="00451175"/>
    <w:rsid w:val="0045253E"/>
    <w:rsid w:val="00456F4F"/>
    <w:rsid w:val="004608CB"/>
    <w:rsid w:val="0046104D"/>
    <w:rsid w:val="00461274"/>
    <w:rsid w:val="00461369"/>
    <w:rsid w:val="004628F8"/>
    <w:rsid w:val="0046359C"/>
    <w:rsid w:val="00467278"/>
    <w:rsid w:val="00470A6F"/>
    <w:rsid w:val="00472021"/>
    <w:rsid w:val="00473A97"/>
    <w:rsid w:val="00474153"/>
    <w:rsid w:val="00474477"/>
    <w:rsid w:val="004745A6"/>
    <w:rsid w:val="004746BC"/>
    <w:rsid w:val="0047526F"/>
    <w:rsid w:val="004774B5"/>
    <w:rsid w:val="00480FEC"/>
    <w:rsid w:val="0048283B"/>
    <w:rsid w:val="004836BC"/>
    <w:rsid w:val="00483B1C"/>
    <w:rsid w:val="00486992"/>
    <w:rsid w:val="0049005F"/>
    <w:rsid w:val="00491294"/>
    <w:rsid w:val="00491B44"/>
    <w:rsid w:val="00492049"/>
    <w:rsid w:val="0049327B"/>
    <w:rsid w:val="00493A05"/>
    <w:rsid w:val="0049406F"/>
    <w:rsid w:val="00495550"/>
    <w:rsid w:val="004A0233"/>
    <w:rsid w:val="004A052D"/>
    <w:rsid w:val="004A081D"/>
    <w:rsid w:val="004A1107"/>
    <w:rsid w:val="004A2380"/>
    <w:rsid w:val="004A5362"/>
    <w:rsid w:val="004A58C0"/>
    <w:rsid w:val="004A75E3"/>
    <w:rsid w:val="004B02CD"/>
    <w:rsid w:val="004B35D6"/>
    <w:rsid w:val="004B467A"/>
    <w:rsid w:val="004B5072"/>
    <w:rsid w:val="004B7DC3"/>
    <w:rsid w:val="004C0F70"/>
    <w:rsid w:val="004C1149"/>
    <w:rsid w:val="004C38C7"/>
    <w:rsid w:val="004C4E52"/>
    <w:rsid w:val="004C57E0"/>
    <w:rsid w:val="004C6AE4"/>
    <w:rsid w:val="004C74A9"/>
    <w:rsid w:val="004C7855"/>
    <w:rsid w:val="004D2BCC"/>
    <w:rsid w:val="004E088D"/>
    <w:rsid w:val="004E18FA"/>
    <w:rsid w:val="004E1DD4"/>
    <w:rsid w:val="004E36B1"/>
    <w:rsid w:val="004E387F"/>
    <w:rsid w:val="004E7D45"/>
    <w:rsid w:val="004F0261"/>
    <w:rsid w:val="004F4EC8"/>
    <w:rsid w:val="004F67B5"/>
    <w:rsid w:val="00500090"/>
    <w:rsid w:val="00504338"/>
    <w:rsid w:val="0050468C"/>
    <w:rsid w:val="00505347"/>
    <w:rsid w:val="005055B3"/>
    <w:rsid w:val="0050565F"/>
    <w:rsid w:val="0050571B"/>
    <w:rsid w:val="0050572A"/>
    <w:rsid w:val="00506E46"/>
    <w:rsid w:val="0050736F"/>
    <w:rsid w:val="005109AC"/>
    <w:rsid w:val="00511C2F"/>
    <w:rsid w:val="00513D4D"/>
    <w:rsid w:val="00516521"/>
    <w:rsid w:val="0051712F"/>
    <w:rsid w:val="00517D18"/>
    <w:rsid w:val="00520D9E"/>
    <w:rsid w:val="0052581A"/>
    <w:rsid w:val="00527852"/>
    <w:rsid w:val="005306C8"/>
    <w:rsid w:val="005311D9"/>
    <w:rsid w:val="00531206"/>
    <w:rsid w:val="00533C5D"/>
    <w:rsid w:val="00533F3B"/>
    <w:rsid w:val="0053464D"/>
    <w:rsid w:val="0053708F"/>
    <w:rsid w:val="005375DF"/>
    <w:rsid w:val="00541E4E"/>
    <w:rsid w:val="0054244C"/>
    <w:rsid w:val="00542A69"/>
    <w:rsid w:val="00545100"/>
    <w:rsid w:val="00545356"/>
    <w:rsid w:val="005464B8"/>
    <w:rsid w:val="0055295A"/>
    <w:rsid w:val="00553DB3"/>
    <w:rsid w:val="00556604"/>
    <w:rsid w:val="00560A21"/>
    <w:rsid w:val="00561460"/>
    <w:rsid w:val="00561A7E"/>
    <w:rsid w:val="005621BB"/>
    <w:rsid w:val="0056358B"/>
    <w:rsid w:val="00563E64"/>
    <w:rsid w:val="005659AA"/>
    <w:rsid w:val="0056621C"/>
    <w:rsid w:val="0057016D"/>
    <w:rsid w:val="005735EA"/>
    <w:rsid w:val="005747C9"/>
    <w:rsid w:val="00575606"/>
    <w:rsid w:val="00577329"/>
    <w:rsid w:val="0058126B"/>
    <w:rsid w:val="00581A9F"/>
    <w:rsid w:val="00582811"/>
    <w:rsid w:val="00586B91"/>
    <w:rsid w:val="00591138"/>
    <w:rsid w:val="005918AC"/>
    <w:rsid w:val="00591E1F"/>
    <w:rsid w:val="00592949"/>
    <w:rsid w:val="00593B21"/>
    <w:rsid w:val="00595088"/>
    <w:rsid w:val="00595BEF"/>
    <w:rsid w:val="005A516F"/>
    <w:rsid w:val="005B188E"/>
    <w:rsid w:val="005B29AE"/>
    <w:rsid w:val="005B2B74"/>
    <w:rsid w:val="005B3441"/>
    <w:rsid w:val="005B505D"/>
    <w:rsid w:val="005B61CB"/>
    <w:rsid w:val="005C1016"/>
    <w:rsid w:val="005C184F"/>
    <w:rsid w:val="005C208F"/>
    <w:rsid w:val="005C517F"/>
    <w:rsid w:val="005C609F"/>
    <w:rsid w:val="005C712C"/>
    <w:rsid w:val="005D4EC7"/>
    <w:rsid w:val="005E280B"/>
    <w:rsid w:val="005E31FD"/>
    <w:rsid w:val="005E3B9E"/>
    <w:rsid w:val="005F161B"/>
    <w:rsid w:val="005F210D"/>
    <w:rsid w:val="005F2761"/>
    <w:rsid w:val="005F2DF4"/>
    <w:rsid w:val="005F5F61"/>
    <w:rsid w:val="00601642"/>
    <w:rsid w:val="00602C41"/>
    <w:rsid w:val="00605153"/>
    <w:rsid w:val="00611253"/>
    <w:rsid w:val="00612806"/>
    <w:rsid w:val="0061666E"/>
    <w:rsid w:val="006168F3"/>
    <w:rsid w:val="00616EFE"/>
    <w:rsid w:val="00617939"/>
    <w:rsid w:val="00621989"/>
    <w:rsid w:val="00623E9E"/>
    <w:rsid w:val="00625306"/>
    <w:rsid w:val="00625AD4"/>
    <w:rsid w:val="00625F49"/>
    <w:rsid w:val="00627FCD"/>
    <w:rsid w:val="00630685"/>
    <w:rsid w:val="006336A2"/>
    <w:rsid w:val="00634A6A"/>
    <w:rsid w:val="006376F5"/>
    <w:rsid w:val="006416D6"/>
    <w:rsid w:val="006448BC"/>
    <w:rsid w:val="00644E22"/>
    <w:rsid w:val="006460E9"/>
    <w:rsid w:val="00646157"/>
    <w:rsid w:val="0064660D"/>
    <w:rsid w:val="0064727C"/>
    <w:rsid w:val="00652D76"/>
    <w:rsid w:val="006540E3"/>
    <w:rsid w:val="006559CD"/>
    <w:rsid w:val="006563FB"/>
    <w:rsid w:val="00656E65"/>
    <w:rsid w:val="00657832"/>
    <w:rsid w:val="00661104"/>
    <w:rsid w:val="006731E7"/>
    <w:rsid w:val="006734D6"/>
    <w:rsid w:val="00675A08"/>
    <w:rsid w:val="006806FB"/>
    <w:rsid w:val="00680D7A"/>
    <w:rsid w:val="00683C75"/>
    <w:rsid w:val="006865B3"/>
    <w:rsid w:val="00687EBE"/>
    <w:rsid w:val="00695775"/>
    <w:rsid w:val="00695B48"/>
    <w:rsid w:val="006A0EDD"/>
    <w:rsid w:val="006A4003"/>
    <w:rsid w:val="006A456B"/>
    <w:rsid w:val="006A4696"/>
    <w:rsid w:val="006A4865"/>
    <w:rsid w:val="006A4F2E"/>
    <w:rsid w:val="006A6423"/>
    <w:rsid w:val="006A7153"/>
    <w:rsid w:val="006A7F5C"/>
    <w:rsid w:val="006B101A"/>
    <w:rsid w:val="006B725A"/>
    <w:rsid w:val="006B74BE"/>
    <w:rsid w:val="006C789D"/>
    <w:rsid w:val="006D0065"/>
    <w:rsid w:val="006D03D7"/>
    <w:rsid w:val="006D0552"/>
    <w:rsid w:val="006D0E40"/>
    <w:rsid w:val="006D224F"/>
    <w:rsid w:val="006D3E29"/>
    <w:rsid w:val="006D4F0C"/>
    <w:rsid w:val="006D5132"/>
    <w:rsid w:val="006D5F9A"/>
    <w:rsid w:val="006D67FB"/>
    <w:rsid w:val="006E0AD0"/>
    <w:rsid w:val="006E136D"/>
    <w:rsid w:val="006E1400"/>
    <w:rsid w:val="006E2F2A"/>
    <w:rsid w:val="006E3211"/>
    <w:rsid w:val="006F2ADD"/>
    <w:rsid w:val="006F3CCE"/>
    <w:rsid w:val="006F3DAA"/>
    <w:rsid w:val="006F7F53"/>
    <w:rsid w:val="00700D4D"/>
    <w:rsid w:val="007023A2"/>
    <w:rsid w:val="00702A55"/>
    <w:rsid w:val="007114E7"/>
    <w:rsid w:val="0071181B"/>
    <w:rsid w:val="0071210E"/>
    <w:rsid w:val="00712A42"/>
    <w:rsid w:val="00712E64"/>
    <w:rsid w:val="0071353B"/>
    <w:rsid w:val="00714405"/>
    <w:rsid w:val="00714966"/>
    <w:rsid w:val="00717389"/>
    <w:rsid w:val="00724641"/>
    <w:rsid w:val="00731FF4"/>
    <w:rsid w:val="007352D7"/>
    <w:rsid w:val="00736FB4"/>
    <w:rsid w:val="007372E0"/>
    <w:rsid w:val="00740BDE"/>
    <w:rsid w:val="00742F95"/>
    <w:rsid w:val="007518DA"/>
    <w:rsid w:val="00754434"/>
    <w:rsid w:val="00754C64"/>
    <w:rsid w:val="00755CA6"/>
    <w:rsid w:val="00761F85"/>
    <w:rsid w:val="00761F8A"/>
    <w:rsid w:val="0076220E"/>
    <w:rsid w:val="00765813"/>
    <w:rsid w:val="00765A4F"/>
    <w:rsid w:val="007664B3"/>
    <w:rsid w:val="00767CB7"/>
    <w:rsid w:val="00770FAB"/>
    <w:rsid w:val="00771938"/>
    <w:rsid w:val="00771B1A"/>
    <w:rsid w:val="00774860"/>
    <w:rsid w:val="00777786"/>
    <w:rsid w:val="007809AF"/>
    <w:rsid w:val="00780C2B"/>
    <w:rsid w:val="00781229"/>
    <w:rsid w:val="0078364D"/>
    <w:rsid w:val="0078474B"/>
    <w:rsid w:val="007851FE"/>
    <w:rsid w:val="0078702E"/>
    <w:rsid w:val="00790631"/>
    <w:rsid w:val="007918FB"/>
    <w:rsid w:val="00792725"/>
    <w:rsid w:val="00797EBF"/>
    <w:rsid w:val="007A36DE"/>
    <w:rsid w:val="007A498B"/>
    <w:rsid w:val="007B1E7E"/>
    <w:rsid w:val="007B593B"/>
    <w:rsid w:val="007C398F"/>
    <w:rsid w:val="007C4AD4"/>
    <w:rsid w:val="007C4FF3"/>
    <w:rsid w:val="007C5F10"/>
    <w:rsid w:val="007D3407"/>
    <w:rsid w:val="007D3F69"/>
    <w:rsid w:val="007D46B2"/>
    <w:rsid w:val="007D770B"/>
    <w:rsid w:val="007E021B"/>
    <w:rsid w:val="007E6AA9"/>
    <w:rsid w:val="007F0907"/>
    <w:rsid w:val="007F108A"/>
    <w:rsid w:val="007F1597"/>
    <w:rsid w:val="007F1821"/>
    <w:rsid w:val="007F7FA9"/>
    <w:rsid w:val="008044A3"/>
    <w:rsid w:val="00806E88"/>
    <w:rsid w:val="00810FDF"/>
    <w:rsid w:val="008143B4"/>
    <w:rsid w:val="0081689F"/>
    <w:rsid w:val="008249AB"/>
    <w:rsid w:val="008273B7"/>
    <w:rsid w:val="00830746"/>
    <w:rsid w:val="00835336"/>
    <w:rsid w:val="0083590C"/>
    <w:rsid w:val="00835D48"/>
    <w:rsid w:val="008361FD"/>
    <w:rsid w:val="00837F7C"/>
    <w:rsid w:val="00840693"/>
    <w:rsid w:val="0084170E"/>
    <w:rsid w:val="00841C23"/>
    <w:rsid w:val="00841FBF"/>
    <w:rsid w:val="00842B6F"/>
    <w:rsid w:val="008450F0"/>
    <w:rsid w:val="008456B3"/>
    <w:rsid w:val="00845B82"/>
    <w:rsid w:val="00845C53"/>
    <w:rsid w:val="008468B1"/>
    <w:rsid w:val="008471F6"/>
    <w:rsid w:val="00847800"/>
    <w:rsid w:val="00851300"/>
    <w:rsid w:val="00851F5A"/>
    <w:rsid w:val="00854AC9"/>
    <w:rsid w:val="00855373"/>
    <w:rsid w:val="00860501"/>
    <w:rsid w:val="00860912"/>
    <w:rsid w:val="00861749"/>
    <w:rsid w:val="00870881"/>
    <w:rsid w:val="00870EA2"/>
    <w:rsid w:val="008717FF"/>
    <w:rsid w:val="00872C58"/>
    <w:rsid w:val="00873822"/>
    <w:rsid w:val="00873D3D"/>
    <w:rsid w:val="00885FC2"/>
    <w:rsid w:val="0088602A"/>
    <w:rsid w:val="008879D6"/>
    <w:rsid w:val="0089052D"/>
    <w:rsid w:val="00892AD6"/>
    <w:rsid w:val="00893AC0"/>
    <w:rsid w:val="0089420C"/>
    <w:rsid w:val="00897758"/>
    <w:rsid w:val="008A02CA"/>
    <w:rsid w:val="008A5441"/>
    <w:rsid w:val="008A5B5F"/>
    <w:rsid w:val="008B0229"/>
    <w:rsid w:val="008B1838"/>
    <w:rsid w:val="008B6513"/>
    <w:rsid w:val="008C2142"/>
    <w:rsid w:val="008C6300"/>
    <w:rsid w:val="008D05A0"/>
    <w:rsid w:val="008D1A49"/>
    <w:rsid w:val="008D3828"/>
    <w:rsid w:val="008D47E5"/>
    <w:rsid w:val="008D6EF6"/>
    <w:rsid w:val="008E0A71"/>
    <w:rsid w:val="008E1A75"/>
    <w:rsid w:val="008E2FE4"/>
    <w:rsid w:val="008F2207"/>
    <w:rsid w:val="008F33E0"/>
    <w:rsid w:val="008F4ECE"/>
    <w:rsid w:val="008F6DA7"/>
    <w:rsid w:val="00901D6C"/>
    <w:rsid w:val="009106C2"/>
    <w:rsid w:val="00910AA7"/>
    <w:rsid w:val="00912045"/>
    <w:rsid w:val="00915038"/>
    <w:rsid w:val="00916B12"/>
    <w:rsid w:val="00916BA2"/>
    <w:rsid w:val="009213AF"/>
    <w:rsid w:val="00924BA1"/>
    <w:rsid w:val="009255F9"/>
    <w:rsid w:val="009260C9"/>
    <w:rsid w:val="009264CF"/>
    <w:rsid w:val="00926B7E"/>
    <w:rsid w:val="00931A15"/>
    <w:rsid w:val="00934924"/>
    <w:rsid w:val="0093560E"/>
    <w:rsid w:val="009358E7"/>
    <w:rsid w:val="009454FE"/>
    <w:rsid w:val="00947D9A"/>
    <w:rsid w:val="0095421F"/>
    <w:rsid w:val="00956D04"/>
    <w:rsid w:val="00957598"/>
    <w:rsid w:val="00957BD8"/>
    <w:rsid w:val="00961218"/>
    <w:rsid w:val="00964F5C"/>
    <w:rsid w:val="0096583B"/>
    <w:rsid w:val="00966A02"/>
    <w:rsid w:val="00966EC9"/>
    <w:rsid w:val="0096713E"/>
    <w:rsid w:val="00972441"/>
    <w:rsid w:val="00972549"/>
    <w:rsid w:val="00973C60"/>
    <w:rsid w:val="00974C2A"/>
    <w:rsid w:val="00976491"/>
    <w:rsid w:val="00980DE8"/>
    <w:rsid w:val="00981148"/>
    <w:rsid w:val="0098284A"/>
    <w:rsid w:val="00992B7F"/>
    <w:rsid w:val="00993758"/>
    <w:rsid w:val="00993B24"/>
    <w:rsid w:val="00994B5F"/>
    <w:rsid w:val="009962D4"/>
    <w:rsid w:val="00996EB6"/>
    <w:rsid w:val="0099735F"/>
    <w:rsid w:val="00997463"/>
    <w:rsid w:val="009A0D39"/>
    <w:rsid w:val="009A2526"/>
    <w:rsid w:val="009A253A"/>
    <w:rsid w:val="009A3C25"/>
    <w:rsid w:val="009A432E"/>
    <w:rsid w:val="009A606E"/>
    <w:rsid w:val="009A76F9"/>
    <w:rsid w:val="009B031E"/>
    <w:rsid w:val="009B201D"/>
    <w:rsid w:val="009B3755"/>
    <w:rsid w:val="009B6190"/>
    <w:rsid w:val="009B7CAA"/>
    <w:rsid w:val="009B7DF2"/>
    <w:rsid w:val="009C0875"/>
    <w:rsid w:val="009C14F1"/>
    <w:rsid w:val="009C5641"/>
    <w:rsid w:val="009C5D0C"/>
    <w:rsid w:val="009C5E05"/>
    <w:rsid w:val="009D23D6"/>
    <w:rsid w:val="009D4569"/>
    <w:rsid w:val="009D55F1"/>
    <w:rsid w:val="009D5CE0"/>
    <w:rsid w:val="009D7915"/>
    <w:rsid w:val="009E03DC"/>
    <w:rsid w:val="009E26FD"/>
    <w:rsid w:val="009E2C8D"/>
    <w:rsid w:val="009E42BE"/>
    <w:rsid w:val="009E57A2"/>
    <w:rsid w:val="009E615E"/>
    <w:rsid w:val="009E791D"/>
    <w:rsid w:val="009F4074"/>
    <w:rsid w:val="009F5E57"/>
    <w:rsid w:val="00A00567"/>
    <w:rsid w:val="00A007BF"/>
    <w:rsid w:val="00A018F0"/>
    <w:rsid w:val="00A01D98"/>
    <w:rsid w:val="00A021C7"/>
    <w:rsid w:val="00A02613"/>
    <w:rsid w:val="00A1037E"/>
    <w:rsid w:val="00A11F6A"/>
    <w:rsid w:val="00A13239"/>
    <w:rsid w:val="00A14CCC"/>
    <w:rsid w:val="00A1586F"/>
    <w:rsid w:val="00A1648B"/>
    <w:rsid w:val="00A1769B"/>
    <w:rsid w:val="00A17881"/>
    <w:rsid w:val="00A219D6"/>
    <w:rsid w:val="00A23EB0"/>
    <w:rsid w:val="00A23F2C"/>
    <w:rsid w:val="00A25A9E"/>
    <w:rsid w:val="00A27403"/>
    <w:rsid w:val="00A310C2"/>
    <w:rsid w:val="00A3264F"/>
    <w:rsid w:val="00A3431B"/>
    <w:rsid w:val="00A356E0"/>
    <w:rsid w:val="00A362E4"/>
    <w:rsid w:val="00A37DF1"/>
    <w:rsid w:val="00A4002F"/>
    <w:rsid w:val="00A4128E"/>
    <w:rsid w:val="00A45002"/>
    <w:rsid w:val="00A46ECC"/>
    <w:rsid w:val="00A5208A"/>
    <w:rsid w:val="00A54683"/>
    <w:rsid w:val="00A5730A"/>
    <w:rsid w:val="00A57A27"/>
    <w:rsid w:val="00A64321"/>
    <w:rsid w:val="00A650EF"/>
    <w:rsid w:val="00A6605C"/>
    <w:rsid w:val="00A66591"/>
    <w:rsid w:val="00A6709B"/>
    <w:rsid w:val="00A71E74"/>
    <w:rsid w:val="00A722FE"/>
    <w:rsid w:val="00A759BA"/>
    <w:rsid w:val="00A75D9A"/>
    <w:rsid w:val="00A765AF"/>
    <w:rsid w:val="00A8008D"/>
    <w:rsid w:val="00A80F06"/>
    <w:rsid w:val="00A812CA"/>
    <w:rsid w:val="00A84DD3"/>
    <w:rsid w:val="00A870AD"/>
    <w:rsid w:val="00A87159"/>
    <w:rsid w:val="00A90D2B"/>
    <w:rsid w:val="00A926AA"/>
    <w:rsid w:val="00A93D48"/>
    <w:rsid w:val="00A94421"/>
    <w:rsid w:val="00A949C1"/>
    <w:rsid w:val="00A959DA"/>
    <w:rsid w:val="00A97372"/>
    <w:rsid w:val="00A974BF"/>
    <w:rsid w:val="00A97A25"/>
    <w:rsid w:val="00AA0C8E"/>
    <w:rsid w:val="00AA40E0"/>
    <w:rsid w:val="00AA4135"/>
    <w:rsid w:val="00AA566B"/>
    <w:rsid w:val="00AA7A8F"/>
    <w:rsid w:val="00AB1DD4"/>
    <w:rsid w:val="00AB2C3B"/>
    <w:rsid w:val="00AB2D15"/>
    <w:rsid w:val="00AB3562"/>
    <w:rsid w:val="00AB369E"/>
    <w:rsid w:val="00AB6BCB"/>
    <w:rsid w:val="00AC143D"/>
    <w:rsid w:val="00AC1787"/>
    <w:rsid w:val="00AC7507"/>
    <w:rsid w:val="00AC76EA"/>
    <w:rsid w:val="00AD30FD"/>
    <w:rsid w:val="00AD3E54"/>
    <w:rsid w:val="00AD7DD6"/>
    <w:rsid w:val="00AE2A79"/>
    <w:rsid w:val="00AE2CBD"/>
    <w:rsid w:val="00AE4A7B"/>
    <w:rsid w:val="00AE5853"/>
    <w:rsid w:val="00AE67F7"/>
    <w:rsid w:val="00AF27F6"/>
    <w:rsid w:val="00AF3016"/>
    <w:rsid w:val="00AF4D10"/>
    <w:rsid w:val="00AF55F5"/>
    <w:rsid w:val="00B01088"/>
    <w:rsid w:val="00B01A35"/>
    <w:rsid w:val="00B021A3"/>
    <w:rsid w:val="00B0289A"/>
    <w:rsid w:val="00B0354D"/>
    <w:rsid w:val="00B0612A"/>
    <w:rsid w:val="00B07760"/>
    <w:rsid w:val="00B11A14"/>
    <w:rsid w:val="00B11E7B"/>
    <w:rsid w:val="00B16397"/>
    <w:rsid w:val="00B237F7"/>
    <w:rsid w:val="00B23A03"/>
    <w:rsid w:val="00B25236"/>
    <w:rsid w:val="00B277EF"/>
    <w:rsid w:val="00B27A22"/>
    <w:rsid w:val="00B30532"/>
    <w:rsid w:val="00B33538"/>
    <w:rsid w:val="00B335E6"/>
    <w:rsid w:val="00B35710"/>
    <w:rsid w:val="00B35DA4"/>
    <w:rsid w:val="00B40291"/>
    <w:rsid w:val="00B420FF"/>
    <w:rsid w:val="00B4266F"/>
    <w:rsid w:val="00B4307F"/>
    <w:rsid w:val="00B4512F"/>
    <w:rsid w:val="00B468D8"/>
    <w:rsid w:val="00B523EB"/>
    <w:rsid w:val="00B52EF4"/>
    <w:rsid w:val="00B54EF0"/>
    <w:rsid w:val="00B5523A"/>
    <w:rsid w:val="00B56878"/>
    <w:rsid w:val="00B56CFD"/>
    <w:rsid w:val="00B57687"/>
    <w:rsid w:val="00B57C2A"/>
    <w:rsid w:val="00B6004A"/>
    <w:rsid w:val="00B6207A"/>
    <w:rsid w:val="00B629C9"/>
    <w:rsid w:val="00B65724"/>
    <w:rsid w:val="00B66704"/>
    <w:rsid w:val="00B672EB"/>
    <w:rsid w:val="00B75655"/>
    <w:rsid w:val="00B76B12"/>
    <w:rsid w:val="00B80981"/>
    <w:rsid w:val="00B80A60"/>
    <w:rsid w:val="00B81030"/>
    <w:rsid w:val="00B81B52"/>
    <w:rsid w:val="00B8552D"/>
    <w:rsid w:val="00B8772D"/>
    <w:rsid w:val="00B877AA"/>
    <w:rsid w:val="00B926C8"/>
    <w:rsid w:val="00B92988"/>
    <w:rsid w:val="00B946BC"/>
    <w:rsid w:val="00B96D3E"/>
    <w:rsid w:val="00BA0050"/>
    <w:rsid w:val="00BA0F7C"/>
    <w:rsid w:val="00BA4B54"/>
    <w:rsid w:val="00BA592D"/>
    <w:rsid w:val="00BA6725"/>
    <w:rsid w:val="00BA6DC2"/>
    <w:rsid w:val="00BA6E96"/>
    <w:rsid w:val="00BB306B"/>
    <w:rsid w:val="00BB3126"/>
    <w:rsid w:val="00BB38BB"/>
    <w:rsid w:val="00BB4C8D"/>
    <w:rsid w:val="00BC0C22"/>
    <w:rsid w:val="00BC114B"/>
    <w:rsid w:val="00BC2BBD"/>
    <w:rsid w:val="00BC382C"/>
    <w:rsid w:val="00BC4867"/>
    <w:rsid w:val="00BC69CF"/>
    <w:rsid w:val="00BD184B"/>
    <w:rsid w:val="00BD4227"/>
    <w:rsid w:val="00BD4ADE"/>
    <w:rsid w:val="00BD57B9"/>
    <w:rsid w:val="00BD59B9"/>
    <w:rsid w:val="00BD64EE"/>
    <w:rsid w:val="00BE1390"/>
    <w:rsid w:val="00BE4213"/>
    <w:rsid w:val="00BE6FB0"/>
    <w:rsid w:val="00BF38B7"/>
    <w:rsid w:val="00BF7112"/>
    <w:rsid w:val="00C0133F"/>
    <w:rsid w:val="00C040EA"/>
    <w:rsid w:val="00C07063"/>
    <w:rsid w:val="00C07389"/>
    <w:rsid w:val="00C1219E"/>
    <w:rsid w:val="00C128F1"/>
    <w:rsid w:val="00C13D88"/>
    <w:rsid w:val="00C14D84"/>
    <w:rsid w:val="00C176EF"/>
    <w:rsid w:val="00C25E6D"/>
    <w:rsid w:val="00C32D44"/>
    <w:rsid w:val="00C3382F"/>
    <w:rsid w:val="00C34BFB"/>
    <w:rsid w:val="00C36FC6"/>
    <w:rsid w:val="00C40C0C"/>
    <w:rsid w:val="00C41A72"/>
    <w:rsid w:val="00C43E5E"/>
    <w:rsid w:val="00C45795"/>
    <w:rsid w:val="00C47353"/>
    <w:rsid w:val="00C47442"/>
    <w:rsid w:val="00C50336"/>
    <w:rsid w:val="00C54ED4"/>
    <w:rsid w:val="00C558E3"/>
    <w:rsid w:val="00C55B10"/>
    <w:rsid w:val="00C60159"/>
    <w:rsid w:val="00C6133D"/>
    <w:rsid w:val="00C6299C"/>
    <w:rsid w:val="00C64236"/>
    <w:rsid w:val="00C6493B"/>
    <w:rsid w:val="00C66827"/>
    <w:rsid w:val="00C70804"/>
    <w:rsid w:val="00C70B55"/>
    <w:rsid w:val="00C70D3E"/>
    <w:rsid w:val="00C750B3"/>
    <w:rsid w:val="00C761CC"/>
    <w:rsid w:val="00C81B46"/>
    <w:rsid w:val="00C832C7"/>
    <w:rsid w:val="00C85594"/>
    <w:rsid w:val="00C86C7E"/>
    <w:rsid w:val="00C907AB"/>
    <w:rsid w:val="00C909D0"/>
    <w:rsid w:val="00C932B1"/>
    <w:rsid w:val="00C94D46"/>
    <w:rsid w:val="00CA01DB"/>
    <w:rsid w:val="00CA0B44"/>
    <w:rsid w:val="00CA0D47"/>
    <w:rsid w:val="00CA5C96"/>
    <w:rsid w:val="00CA5F14"/>
    <w:rsid w:val="00CA6254"/>
    <w:rsid w:val="00CA74AE"/>
    <w:rsid w:val="00CB3E0F"/>
    <w:rsid w:val="00CB74AC"/>
    <w:rsid w:val="00CB75A1"/>
    <w:rsid w:val="00CB7BB8"/>
    <w:rsid w:val="00CC21EF"/>
    <w:rsid w:val="00CC6ED1"/>
    <w:rsid w:val="00CD1590"/>
    <w:rsid w:val="00CD50AC"/>
    <w:rsid w:val="00CD5CCF"/>
    <w:rsid w:val="00CD6EC6"/>
    <w:rsid w:val="00CD769A"/>
    <w:rsid w:val="00CE00DC"/>
    <w:rsid w:val="00CE044E"/>
    <w:rsid w:val="00CE4535"/>
    <w:rsid w:val="00CE6D21"/>
    <w:rsid w:val="00CE7513"/>
    <w:rsid w:val="00CF3298"/>
    <w:rsid w:val="00CF6612"/>
    <w:rsid w:val="00D01A24"/>
    <w:rsid w:val="00D0211C"/>
    <w:rsid w:val="00D0379F"/>
    <w:rsid w:val="00D111F4"/>
    <w:rsid w:val="00D1135F"/>
    <w:rsid w:val="00D16EF9"/>
    <w:rsid w:val="00D17CB6"/>
    <w:rsid w:val="00D17D5A"/>
    <w:rsid w:val="00D20C13"/>
    <w:rsid w:val="00D2773E"/>
    <w:rsid w:val="00D31611"/>
    <w:rsid w:val="00D31FB9"/>
    <w:rsid w:val="00D3202C"/>
    <w:rsid w:val="00D325D8"/>
    <w:rsid w:val="00D3308D"/>
    <w:rsid w:val="00D334C9"/>
    <w:rsid w:val="00D33C49"/>
    <w:rsid w:val="00D4036D"/>
    <w:rsid w:val="00D4209F"/>
    <w:rsid w:val="00D50B00"/>
    <w:rsid w:val="00D51BEE"/>
    <w:rsid w:val="00D5284E"/>
    <w:rsid w:val="00D544D9"/>
    <w:rsid w:val="00D55BFF"/>
    <w:rsid w:val="00D61F8A"/>
    <w:rsid w:val="00D62438"/>
    <w:rsid w:val="00D628DA"/>
    <w:rsid w:val="00D6689F"/>
    <w:rsid w:val="00D716F1"/>
    <w:rsid w:val="00D727D6"/>
    <w:rsid w:val="00D753AE"/>
    <w:rsid w:val="00D755AF"/>
    <w:rsid w:val="00D76661"/>
    <w:rsid w:val="00D80199"/>
    <w:rsid w:val="00D80352"/>
    <w:rsid w:val="00D80902"/>
    <w:rsid w:val="00D82B3F"/>
    <w:rsid w:val="00D86AD4"/>
    <w:rsid w:val="00D875E8"/>
    <w:rsid w:val="00D878AB"/>
    <w:rsid w:val="00D879FC"/>
    <w:rsid w:val="00D87A1D"/>
    <w:rsid w:val="00D87F21"/>
    <w:rsid w:val="00D93A68"/>
    <w:rsid w:val="00DA680E"/>
    <w:rsid w:val="00DA7CDD"/>
    <w:rsid w:val="00DB132C"/>
    <w:rsid w:val="00DB2502"/>
    <w:rsid w:val="00DB267A"/>
    <w:rsid w:val="00DB4255"/>
    <w:rsid w:val="00DB5A6A"/>
    <w:rsid w:val="00DB7D2F"/>
    <w:rsid w:val="00DC134A"/>
    <w:rsid w:val="00DC20A4"/>
    <w:rsid w:val="00DC3F8E"/>
    <w:rsid w:val="00DC65FC"/>
    <w:rsid w:val="00DC66C5"/>
    <w:rsid w:val="00DC71A0"/>
    <w:rsid w:val="00DD2075"/>
    <w:rsid w:val="00DD27C4"/>
    <w:rsid w:val="00DD4844"/>
    <w:rsid w:val="00DD582D"/>
    <w:rsid w:val="00DD702F"/>
    <w:rsid w:val="00DD7A16"/>
    <w:rsid w:val="00DE3DCC"/>
    <w:rsid w:val="00DE5839"/>
    <w:rsid w:val="00DF04C1"/>
    <w:rsid w:val="00DF330C"/>
    <w:rsid w:val="00DF498C"/>
    <w:rsid w:val="00DF7E2C"/>
    <w:rsid w:val="00E003E7"/>
    <w:rsid w:val="00E005C3"/>
    <w:rsid w:val="00E01A6A"/>
    <w:rsid w:val="00E01DFC"/>
    <w:rsid w:val="00E040BC"/>
    <w:rsid w:val="00E10E79"/>
    <w:rsid w:val="00E1363A"/>
    <w:rsid w:val="00E14737"/>
    <w:rsid w:val="00E15490"/>
    <w:rsid w:val="00E17097"/>
    <w:rsid w:val="00E220B2"/>
    <w:rsid w:val="00E23A9B"/>
    <w:rsid w:val="00E273D6"/>
    <w:rsid w:val="00E308FB"/>
    <w:rsid w:val="00E31663"/>
    <w:rsid w:val="00E33D15"/>
    <w:rsid w:val="00E37F35"/>
    <w:rsid w:val="00E4379B"/>
    <w:rsid w:val="00E45589"/>
    <w:rsid w:val="00E465BA"/>
    <w:rsid w:val="00E47F1B"/>
    <w:rsid w:val="00E50072"/>
    <w:rsid w:val="00E50A02"/>
    <w:rsid w:val="00E5150F"/>
    <w:rsid w:val="00E518E2"/>
    <w:rsid w:val="00E54121"/>
    <w:rsid w:val="00E54C27"/>
    <w:rsid w:val="00E61676"/>
    <w:rsid w:val="00E61CCF"/>
    <w:rsid w:val="00E62359"/>
    <w:rsid w:val="00E63B82"/>
    <w:rsid w:val="00E66CF9"/>
    <w:rsid w:val="00E72AF7"/>
    <w:rsid w:val="00E73402"/>
    <w:rsid w:val="00E75CF1"/>
    <w:rsid w:val="00E76DC2"/>
    <w:rsid w:val="00E82202"/>
    <w:rsid w:val="00E84968"/>
    <w:rsid w:val="00E858B6"/>
    <w:rsid w:val="00E85C33"/>
    <w:rsid w:val="00E861C6"/>
    <w:rsid w:val="00E86E13"/>
    <w:rsid w:val="00E918EE"/>
    <w:rsid w:val="00E9289E"/>
    <w:rsid w:val="00EA3272"/>
    <w:rsid w:val="00EA4069"/>
    <w:rsid w:val="00EA54A2"/>
    <w:rsid w:val="00EA5B0A"/>
    <w:rsid w:val="00EA73A6"/>
    <w:rsid w:val="00EB543D"/>
    <w:rsid w:val="00EB5CDC"/>
    <w:rsid w:val="00EB67AE"/>
    <w:rsid w:val="00EB7534"/>
    <w:rsid w:val="00EC2004"/>
    <w:rsid w:val="00EC245D"/>
    <w:rsid w:val="00EC5228"/>
    <w:rsid w:val="00EC6D8B"/>
    <w:rsid w:val="00EC6FEF"/>
    <w:rsid w:val="00EC766E"/>
    <w:rsid w:val="00ED0745"/>
    <w:rsid w:val="00ED4379"/>
    <w:rsid w:val="00ED477C"/>
    <w:rsid w:val="00ED54A6"/>
    <w:rsid w:val="00ED629F"/>
    <w:rsid w:val="00ED6E1A"/>
    <w:rsid w:val="00EE04B2"/>
    <w:rsid w:val="00EE0AD3"/>
    <w:rsid w:val="00EE2523"/>
    <w:rsid w:val="00EE34E1"/>
    <w:rsid w:val="00EE61F5"/>
    <w:rsid w:val="00EE67BD"/>
    <w:rsid w:val="00EF3022"/>
    <w:rsid w:val="00EF4816"/>
    <w:rsid w:val="00EF75A7"/>
    <w:rsid w:val="00F02F19"/>
    <w:rsid w:val="00F041D0"/>
    <w:rsid w:val="00F05A76"/>
    <w:rsid w:val="00F05D08"/>
    <w:rsid w:val="00F0645A"/>
    <w:rsid w:val="00F06E67"/>
    <w:rsid w:val="00F07E70"/>
    <w:rsid w:val="00F1234F"/>
    <w:rsid w:val="00F13675"/>
    <w:rsid w:val="00F1470E"/>
    <w:rsid w:val="00F14D0A"/>
    <w:rsid w:val="00F1725F"/>
    <w:rsid w:val="00F21745"/>
    <w:rsid w:val="00F23154"/>
    <w:rsid w:val="00F25C58"/>
    <w:rsid w:val="00F31118"/>
    <w:rsid w:val="00F32C0E"/>
    <w:rsid w:val="00F337DF"/>
    <w:rsid w:val="00F34085"/>
    <w:rsid w:val="00F351E9"/>
    <w:rsid w:val="00F35B0D"/>
    <w:rsid w:val="00F365B0"/>
    <w:rsid w:val="00F41BFC"/>
    <w:rsid w:val="00F426C5"/>
    <w:rsid w:val="00F43984"/>
    <w:rsid w:val="00F46B91"/>
    <w:rsid w:val="00F51EC1"/>
    <w:rsid w:val="00F52BB4"/>
    <w:rsid w:val="00F533B4"/>
    <w:rsid w:val="00F548ED"/>
    <w:rsid w:val="00F54AB4"/>
    <w:rsid w:val="00F55A35"/>
    <w:rsid w:val="00F55A5F"/>
    <w:rsid w:val="00F55E40"/>
    <w:rsid w:val="00F571E0"/>
    <w:rsid w:val="00F57325"/>
    <w:rsid w:val="00F6041A"/>
    <w:rsid w:val="00F606E1"/>
    <w:rsid w:val="00F62740"/>
    <w:rsid w:val="00F63B69"/>
    <w:rsid w:val="00F6487B"/>
    <w:rsid w:val="00F651D1"/>
    <w:rsid w:val="00F65DA5"/>
    <w:rsid w:val="00F65E31"/>
    <w:rsid w:val="00F66B40"/>
    <w:rsid w:val="00F66F6F"/>
    <w:rsid w:val="00F70296"/>
    <w:rsid w:val="00F7145D"/>
    <w:rsid w:val="00F73C03"/>
    <w:rsid w:val="00F7489F"/>
    <w:rsid w:val="00F75110"/>
    <w:rsid w:val="00F757BF"/>
    <w:rsid w:val="00F82322"/>
    <w:rsid w:val="00F8258D"/>
    <w:rsid w:val="00F8579E"/>
    <w:rsid w:val="00F85913"/>
    <w:rsid w:val="00F85BB0"/>
    <w:rsid w:val="00F86AE5"/>
    <w:rsid w:val="00F91758"/>
    <w:rsid w:val="00F9564E"/>
    <w:rsid w:val="00F9670C"/>
    <w:rsid w:val="00F97532"/>
    <w:rsid w:val="00F97986"/>
    <w:rsid w:val="00FA0162"/>
    <w:rsid w:val="00FA2FA0"/>
    <w:rsid w:val="00FA3460"/>
    <w:rsid w:val="00FA3904"/>
    <w:rsid w:val="00FA48EB"/>
    <w:rsid w:val="00FA5FBD"/>
    <w:rsid w:val="00FA7B43"/>
    <w:rsid w:val="00FA7FDF"/>
    <w:rsid w:val="00FB05B3"/>
    <w:rsid w:val="00FB1C8A"/>
    <w:rsid w:val="00FB2226"/>
    <w:rsid w:val="00FB3245"/>
    <w:rsid w:val="00FB3677"/>
    <w:rsid w:val="00FB3913"/>
    <w:rsid w:val="00FB5DD9"/>
    <w:rsid w:val="00FC249E"/>
    <w:rsid w:val="00FC78CC"/>
    <w:rsid w:val="00FD0A8F"/>
    <w:rsid w:val="00FD0D0B"/>
    <w:rsid w:val="00FD1CB2"/>
    <w:rsid w:val="00FD2B7B"/>
    <w:rsid w:val="00FD4C6B"/>
    <w:rsid w:val="00FD6E5D"/>
    <w:rsid w:val="00FE00A0"/>
    <w:rsid w:val="00FE1EAC"/>
    <w:rsid w:val="00FE5D71"/>
    <w:rsid w:val="00FE77EA"/>
    <w:rsid w:val="00FF1EB6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="Times New Roman"/>
        <w:sz w:val="28"/>
        <w:szCs w:val="28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74" w:qFormat="1"/>
    <w:lsdException w:name="heading 2" w:semiHidden="1" w:uiPriority="75" w:unhideWhenUsed="1" w:qFormat="1"/>
    <w:lsdException w:name="heading 3" w:semiHidden="1" w:uiPriority="76" w:unhideWhenUsed="1" w:qFormat="1"/>
    <w:lsdException w:name="heading 4" w:semiHidden="1" w:uiPriority="77" w:unhideWhenUsed="1" w:qFormat="1"/>
    <w:lsdException w:name="heading 5" w:semiHidden="1" w:uiPriority="77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iPriority="99" w:unhideWhenUsed="1"/>
    <w:lsdException w:name="List Bullet" w:semiHidden="1"/>
    <w:lsdException w:name="List Number" w:semiHidden="1" w:uiPriority="99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/>
    <w:lsdException w:name="List Continue 4" w:semiHidden="1" w:uiPriority="99"/>
    <w:lsdException w:name="List Continue 5" w:semiHidden="1" w:uiPriority="99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99"/>
    <w:lsdException w:name="Emphasis" w:semiHidden="1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99"/>
    <w:lsdException w:name="Subtle Reference" w:semiHidden="1" w:uiPriority="99"/>
    <w:lsdException w:name="Intense Reference" w:semiHidden="1" w:uiPriority="99"/>
    <w:lsdException w:name="Book Title" w:semiHidden="1" w:uiPriority="99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6">
    <w:name w:val="Normal"/>
    <w:uiPriority w:val="99"/>
    <w:semiHidden/>
    <w:qFormat/>
    <w:rsid w:val="00A1769B"/>
    <w:pPr>
      <w:widowControl w:val="0"/>
      <w:spacing w:beforeLines="20" w:before="20" w:afterLines="20" w:after="20" w:line="400" w:lineRule="exact"/>
    </w:pPr>
  </w:style>
  <w:style w:type="paragraph" w:styleId="1">
    <w:name w:val="heading 1"/>
    <w:basedOn w:val="a7"/>
    <w:next w:val="15"/>
    <w:link w:val="11"/>
    <w:uiPriority w:val="74"/>
    <w:qFormat/>
    <w:rsid w:val="00A6709B"/>
    <w:pPr>
      <w:pageBreakBefore/>
      <w:widowControl/>
      <w:numPr>
        <w:numId w:val="22"/>
      </w:numPr>
      <w:adjustRightInd w:val="0"/>
      <w:snapToGrid w:val="0"/>
      <w:ind w:left="100" w:hangingChars="100" w:hanging="100"/>
      <w:outlineLvl w:val="0"/>
    </w:pPr>
    <w:rPr>
      <w:b/>
      <w:bCs/>
      <w:kern w:val="52"/>
    </w:rPr>
  </w:style>
  <w:style w:type="paragraph" w:styleId="2">
    <w:name w:val="heading 2"/>
    <w:basedOn w:val="a7"/>
    <w:next w:val="15"/>
    <w:link w:val="21"/>
    <w:uiPriority w:val="75"/>
    <w:qFormat/>
    <w:rsid w:val="00F97986"/>
    <w:pPr>
      <w:keepNext/>
      <w:widowControl/>
      <w:numPr>
        <w:ilvl w:val="1"/>
        <w:numId w:val="22"/>
      </w:numPr>
      <w:adjustRightInd w:val="0"/>
      <w:snapToGrid w:val="0"/>
      <w:spacing w:beforeLines="50" w:before="50"/>
      <w:ind w:left="150" w:hangingChars="150" w:hanging="150"/>
      <w:outlineLvl w:val="1"/>
    </w:pPr>
    <w:rPr>
      <w:b/>
    </w:rPr>
  </w:style>
  <w:style w:type="paragraph" w:styleId="3">
    <w:name w:val="heading 3"/>
    <w:basedOn w:val="a7"/>
    <w:next w:val="15"/>
    <w:link w:val="31"/>
    <w:uiPriority w:val="76"/>
    <w:qFormat/>
    <w:rsid w:val="00F97986"/>
    <w:pPr>
      <w:widowControl/>
      <w:numPr>
        <w:ilvl w:val="2"/>
        <w:numId w:val="22"/>
      </w:numPr>
      <w:adjustRightInd w:val="0"/>
      <w:snapToGrid w:val="0"/>
      <w:spacing w:beforeLines="50" w:before="50"/>
      <w:ind w:left="255" w:hangingChars="255" w:hanging="255"/>
      <w:outlineLvl w:val="2"/>
    </w:pPr>
  </w:style>
  <w:style w:type="paragraph" w:styleId="4">
    <w:name w:val="heading 4"/>
    <w:basedOn w:val="a7"/>
    <w:next w:val="15"/>
    <w:link w:val="41"/>
    <w:uiPriority w:val="77"/>
    <w:qFormat/>
    <w:rsid w:val="00F97986"/>
    <w:pPr>
      <w:widowControl/>
      <w:numPr>
        <w:ilvl w:val="3"/>
        <w:numId w:val="22"/>
      </w:numPr>
      <w:adjustRightInd w:val="0"/>
      <w:snapToGrid w:val="0"/>
      <w:spacing w:beforeLines="50" w:before="50"/>
      <w:ind w:left="325" w:hangingChars="325" w:hanging="325"/>
      <w:outlineLvl w:val="3"/>
    </w:pPr>
  </w:style>
  <w:style w:type="paragraph" w:styleId="5">
    <w:name w:val="heading 5"/>
    <w:basedOn w:val="a7"/>
    <w:next w:val="15"/>
    <w:link w:val="51"/>
    <w:uiPriority w:val="77"/>
    <w:qFormat/>
    <w:rsid w:val="00F8579E"/>
    <w:pPr>
      <w:widowControl/>
      <w:numPr>
        <w:ilvl w:val="4"/>
        <w:numId w:val="22"/>
      </w:numPr>
      <w:adjustRightInd w:val="0"/>
      <w:snapToGrid w:val="0"/>
      <w:spacing w:beforeLines="50" w:before="50"/>
      <w:ind w:left="400" w:hangingChars="400" w:hanging="400"/>
      <w:outlineLvl w:val="4"/>
    </w:p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ab">
    <w:name w:val="內文(序號項次)"/>
    <w:basedOn w:val="a6"/>
    <w:uiPriority w:val="90"/>
    <w:semiHidden/>
    <w:rsid w:val="00BA4B54"/>
    <w:pPr>
      <w:ind w:left="624"/>
    </w:pPr>
  </w:style>
  <w:style w:type="paragraph" w:customStyle="1" w:styleId="12">
    <w:name w:val="內文(第1項次層)"/>
    <w:basedOn w:val="a7"/>
    <w:uiPriority w:val="80"/>
    <w:rsid w:val="00A6709B"/>
    <w:pPr>
      <w:adjustRightInd w:val="0"/>
      <w:snapToGrid w:val="0"/>
      <w:ind w:leftChars="160" w:left="160"/>
    </w:pPr>
  </w:style>
  <w:style w:type="character" w:customStyle="1" w:styleId="11">
    <w:name w:val="標題 1 字元"/>
    <w:link w:val="1"/>
    <w:uiPriority w:val="74"/>
    <w:rsid w:val="00A6709B"/>
    <w:rPr>
      <w:b/>
      <w:bCs/>
      <w:kern w:val="52"/>
    </w:rPr>
  </w:style>
  <w:style w:type="paragraph" w:customStyle="1" w:styleId="22">
    <w:name w:val="內文(第2項次層)"/>
    <w:basedOn w:val="a7"/>
    <w:uiPriority w:val="83"/>
    <w:rsid w:val="00A6709B"/>
    <w:pPr>
      <w:adjustRightInd w:val="0"/>
      <w:snapToGrid w:val="0"/>
      <w:ind w:leftChars="260" w:left="260"/>
    </w:pPr>
  </w:style>
  <w:style w:type="paragraph" w:customStyle="1" w:styleId="32">
    <w:name w:val="內文(第3項次層)"/>
    <w:basedOn w:val="a7"/>
    <w:uiPriority w:val="85"/>
    <w:rsid w:val="00A6709B"/>
    <w:pPr>
      <w:adjustRightInd w:val="0"/>
      <w:snapToGrid w:val="0"/>
      <w:ind w:leftChars="350" w:left="350"/>
    </w:pPr>
  </w:style>
  <w:style w:type="paragraph" w:customStyle="1" w:styleId="42">
    <w:name w:val="內文(第4項次層)"/>
    <w:basedOn w:val="a7"/>
    <w:uiPriority w:val="87"/>
    <w:rsid w:val="00A6709B"/>
    <w:pPr>
      <w:adjustRightInd w:val="0"/>
      <w:snapToGrid w:val="0"/>
      <w:ind w:leftChars="430" w:left="430"/>
    </w:pPr>
  </w:style>
  <w:style w:type="paragraph" w:customStyle="1" w:styleId="52">
    <w:name w:val="內文(第5項次層)"/>
    <w:basedOn w:val="a7"/>
    <w:uiPriority w:val="89"/>
    <w:rsid w:val="00A6709B"/>
    <w:pPr>
      <w:adjustRightInd w:val="0"/>
      <w:snapToGrid w:val="0"/>
      <w:ind w:leftChars="525" w:left="525"/>
    </w:pPr>
  </w:style>
  <w:style w:type="paragraph" w:customStyle="1" w:styleId="15">
    <w:name w:val="內文(標題1～5)"/>
    <w:basedOn w:val="a7"/>
    <w:uiPriority w:val="78"/>
    <w:qFormat/>
    <w:rsid w:val="004B02CD"/>
    <w:pPr>
      <w:adjustRightInd w:val="0"/>
      <w:snapToGrid w:val="0"/>
      <w:ind w:leftChars="100" w:left="100"/>
    </w:pPr>
  </w:style>
  <w:style w:type="paragraph" w:customStyle="1" w:styleId="a2">
    <w:name w:val="序號項次"/>
    <w:basedOn w:val="a6"/>
    <w:uiPriority w:val="89"/>
    <w:semiHidden/>
    <w:rsid w:val="004A081D"/>
    <w:pPr>
      <w:numPr>
        <w:numId w:val="1"/>
      </w:numPr>
    </w:pPr>
  </w:style>
  <w:style w:type="paragraph" w:customStyle="1" w:styleId="a4">
    <w:name w:val="表解"/>
    <w:basedOn w:val="a7"/>
    <w:uiPriority w:val="91"/>
    <w:rsid w:val="00EC245D"/>
    <w:pPr>
      <w:keepNext/>
      <w:numPr>
        <w:numId w:val="2"/>
      </w:numPr>
      <w:tabs>
        <w:tab w:val="right" w:pos="0"/>
      </w:tabs>
      <w:adjustRightInd w:val="0"/>
      <w:spacing w:beforeLines="100" w:before="100" w:afterLines="0" w:after="0"/>
      <w:jc w:val="center"/>
    </w:pPr>
  </w:style>
  <w:style w:type="paragraph" w:customStyle="1" w:styleId="ac">
    <w:name w:val="金額(適用表格)靠右"/>
    <w:basedOn w:val="ad"/>
    <w:uiPriority w:val="92"/>
    <w:rsid w:val="00EC2004"/>
    <w:pPr>
      <w:tabs>
        <w:tab w:val="left" w:pos="4860"/>
      </w:tabs>
      <w:jc w:val="right"/>
    </w:pPr>
  </w:style>
  <w:style w:type="table" w:styleId="ae">
    <w:name w:val="Table Grid"/>
    <w:aliases w:val="(圖專用)"/>
    <w:basedOn w:val="a9"/>
    <w:rsid w:val="00D5284E"/>
    <w:pPr>
      <w:widowControl w:val="0"/>
      <w:adjustRightInd w:val="0"/>
      <w:snapToGrid w:val="0"/>
      <w:spacing w:beforeLines="20" w:before="20" w:afterLines="20" w:after="20" w:line="400" w:lineRule="exact"/>
      <w:jc w:val="both"/>
    </w:pPr>
    <w:tblPr>
      <w:jc w:val="center"/>
    </w:tblPr>
    <w:trPr>
      <w:jc w:val="center"/>
    </w:tr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line="240" w:lineRule="auto"/>
      </w:pPr>
    </w:tblStylePr>
    <w:tblStylePr w:type="lastRow">
      <w:pPr>
        <w:keepNext w:val="0"/>
        <w:keepLines w:val="0"/>
        <w:pageBreakBefore w:val="0"/>
        <w:widowControl w:val="0"/>
        <w:suppressLineNumbers w:val="0"/>
        <w:suppressAutoHyphens w:val="0"/>
        <w:wordWrap/>
      </w:pPr>
    </w:tblStylePr>
    <w:tblStylePr w:type="firstCol">
      <w:pPr>
        <w:jc w:val="both"/>
      </w:pPr>
      <w:tblPr/>
      <w:tcPr>
        <w:vAlign w:val="center"/>
      </w:tcPr>
    </w:tblStylePr>
  </w:style>
  <w:style w:type="paragraph" w:customStyle="1" w:styleId="a3">
    <w:name w:val="表格項次"/>
    <w:basedOn w:val="af"/>
    <w:uiPriority w:val="92"/>
    <w:rsid w:val="00500090"/>
    <w:pPr>
      <w:numPr>
        <w:numId w:val="3"/>
      </w:numPr>
      <w:tabs>
        <w:tab w:val="left" w:pos="0"/>
      </w:tabs>
    </w:pPr>
  </w:style>
  <w:style w:type="paragraph" w:styleId="af0">
    <w:name w:val="Body Text"/>
    <w:basedOn w:val="a6"/>
    <w:link w:val="af1"/>
    <w:semiHidden/>
    <w:rsid w:val="000E1C03"/>
  </w:style>
  <w:style w:type="character" w:customStyle="1" w:styleId="af1">
    <w:name w:val="本文 字元"/>
    <w:basedOn w:val="a8"/>
    <w:link w:val="af0"/>
    <w:semiHidden/>
    <w:rsid w:val="00C07063"/>
    <w:rPr>
      <w:rFonts w:eastAsia="標楷體"/>
      <w:kern w:val="2"/>
      <w:sz w:val="28"/>
      <w:szCs w:val="28"/>
    </w:rPr>
  </w:style>
  <w:style w:type="paragraph" w:customStyle="1" w:styleId="ad">
    <w:name w:val="表標題置中"/>
    <w:basedOn w:val="a6"/>
    <w:uiPriority w:val="91"/>
    <w:rsid w:val="00EC2004"/>
    <w:pPr>
      <w:widowControl/>
      <w:adjustRightInd w:val="0"/>
      <w:snapToGrid w:val="0"/>
      <w:jc w:val="center"/>
    </w:pPr>
    <w:rPr>
      <w:noProof/>
      <w:szCs w:val="20"/>
    </w:rPr>
  </w:style>
  <w:style w:type="paragraph" w:customStyle="1" w:styleId="a0">
    <w:name w:val="附件"/>
    <w:basedOn w:val="a7"/>
    <w:uiPriority w:val="97"/>
    <w:rsid w:val="001328D8"/>
    <w:pPr>
      <w:numPr>
        <w:numId w:val="4"/>
      </w:numPr>
      <w:tabs>
        <w:tab w:val="left" w:pos="560"/>
      </w:tabs>
      <w:adjustRightInd w:val="0"/>
      <w:snapToGrid w:val="0"/>
      <w:ind w:leftChars="100" w:left="100" w:hangingChars="304" w:hanging="304"/>
    </w:pPr>
    <w:rPr>
      <w:b/>
    </w:rPr>
  </w:style>
  <w:style w:type="paragraph" w:customStyle="1" w:styleId="a1">
    <w:name w:val="參考文獻"/>
    <w:basedOn w:val="a7"/>
    <w:uiPriority w:val="96"/>
    <w:rsid w:val="00661104"/>
    <w:pPr>
      <w:widowControl/>
      <w:numPr>
        <w:numId w:val="5"/>
      </w:numPr>
    </w:pPr>
  </w:style>
  <w:style w:type="paragraph" w:customStyle="1" w:styleId="10">
    <w:name w:val="第1項次層"/>
    <w:basedOn w:val="15"/>
    <w:next w:val="12"/>
    <w:uiPriority w:val="79"/>
    <w:qFormat/>
    <w:rsid w:val="00A6709B"/>
    <w:pPr>
      <w:numPr>
        <w:numId w:val="6"/>
      </w:numPr>
      <w:tabs>
        <w:tab w:val="clear" w:pos="805"/>
        <w:tab w:val="right" w:pos="0"/>
      </w:tabs>
      <w:ind w:left="161" w:hangingChars="61" w:hanging="61"/>
    </w:pPr>
    <w:rPr>
      <w:noProof/>
      <w:szCs w:val="20"/>
    </w:rPr>
  </w:style>
  <w:style w:type="paragraph" w:customStyle="1" w:styleId="20">
    <w:name w:val="第2項次層"/>
    <w:basedOn w:val="15"/>
    <w:next w:val="22"/>
    <w:uiPriority w:val="82"/>
    <w:qFormat/>
    <w:rsid w:val="00A6709B"/>
    <w:pPr>
      <w:numPr>
        <w:numId w:val="7"/>
      </w:numPr>
      <w:ind w:leftChars="0" w:left="737" w:hanging="227"/>
    </w:pPr>
    <w:rPr>
      <w:noProof/>
      <w:szCs w:val="20"/>
    </w:rPr>
  </w:style>
  <w:style w:type="paragraph" w:customStyle="1" w:styleId="30">
    <w:name w:val="第3項次層"/>
    <w:basedOn w:val="15"/>
    <w:next w:val="32"/>
    <w:uiPriority w:val="84"/>
    <w:qFormat/>
    <w:rsid w:val="00A6709B"/>
    <w:pPr>
      <w:numPr>
        <w:numId w:val="8"/>
      </w:numPr>
      <w:tabs>
        <w:tab w:val="left" w:pos="0"/>
      </w:tabs>
      <w:ind w:leftChars="0" w:left="964" w:hanging="227"/>
    </w:pPr>
  </w:style>
  <w:style w:type="paragraph" w:customStyle="1" w:styleId="40">
    <w:name w:val="第4項次層"/>
    <w:basedOn w:val="15"/>
    <w:next w:val="42"/>
    <w:uiPriority w:val="86"/>
    <w:qFormat/>
    <w:rsid w:val="006563FB"/>
    <w:pPr>
      <w:numPr>
        <w:numId w:val="34"/>
      </w:numPr>
      <w:tabs>
        <w:tab w:val="left" w:pos="0"/>
      </w:tabs>
      <w:ind w:leftChars="0" w:left="1191" w:hanging="227"/>
    </w:pPr>
  </w:style>
  <w:style w:type="paragraph" w:customStyle="1" w:styleId="50">
    <w:name w:val="第5項次層"/>
    <w:basedOn w:val="15"/>
    <w:next w:val="52"/>
    <w:uiPriority w:val="88"/>
    <w:qFormat/>
    <w:rsid w:val="00F52BB4"/>
    <w:pPr>
      <w:numPr>
        <w:numId w:val="10"/>
      </w:numPr>
      <w:ind w:leftChars="0" w:left="1474" w:hanging="227"/>
    </w:pPr>
    <w:rPr>
      <w:color w:val="000000" w:themeColor="text1"/>
    </w:rPr>
  </w:style>
  <w:style w:type="paragraph" w:customStyle="1" w:styleId="a5">
    <w:name w:val="資料來源"/>
    <w:basedOn w:val="a6"/>
    <w:uiPriority w:val="90"/>
    <w:rsid w:val="00964F5C"/>
    <w:pPr>
      <w:widowControl/>
      <w:numPr>
        <w:ilvl w:val="8"/>
        <w:numId w:val="29"/>
      </w:numPr>
      <w:tabs>
        <w:tab w:val="left" w:pos="1400"/>
      </w:tabs>
      <w:adjustRightInd w:val="0"/>
      <w:snapToGrid w:val="0"/>
      <w:spacing w:before="72" w:afterLines="100" w:after="360"/>
      <w:ind w:left="1400" w:hangingChars="500" w:hanging="1400"/>
      <w:jc w:val="both"/>
    </w:pPr>
    <w:rPr>
      <w:noProof/>
      <w:color w:val="000000" w:themeColor="text1"/>
      <w:szCs w:val="20"/>
    </w:rPr>
  </w:style>
  <w:style w:type="paragraph" w:customStyle="1" w:styleId="a">
    <w:name w:val="圖說"/>
    <w:basedOn w:val="a7"/>
    <w:next w:val="a6"/>
    <w:uiPriority w:val="94"/>
    <w:rsid w:val="00D878AB"/>
    <w:pPr>
      <w:numPr>
        <w:numId w:val="12"/>
      </w:numPr>
      <w:tabs>
        <w:tab w:val="left" w:pos="0"/>
      </w:tabs>
      <w:adjustRightInd w:val="0"/>
      <w:spacing w:afterLines="100" w:after="100" w:line="400" w:lineRule="exact"/>
      <w:jc w:val="center"/>
    </w:pPr>
  </w:style>
  <w:style w:type="paragraph" w:customStyle="1" w:styleId="af2">
    <w:name w:val="圖位置"/>
    <w:basedOn w:val="a7"/>
    <w:next w:val="a5"/>
    <w:uiPriority w:val="93"/>
    <w:rsid w:val="009E03DC"/>
    <w:pPr>
      <w:widowControl/>
      <w:adjustRightInd w:val="0"/>
      <w:snapToGrid w:val="0"/>
      <w:spacing w:afterLines="0" w:after="0" w:line="240" w:lineRule="auto"/>
      <w:jc w:val="center"/>
    </w:pPr>
    <w:rPr>
      <w:noProof/>
      <w:szCs w:val="20"/>
    </w:rPr>
  </w:style>
  <w:style w:type="paragraph" w:styleId="af3">
    <w:name w:val="caption"/>
    <w:basedOn w:val="a6"/>
    <w:next w:val="a6"/>
    <w:semiHidden/>
    <w:rsid w:val="00192D99"/>
    <w:rPr>
      <w:szCs w:val="20"/>
    </w:rPr>
  </w:style>
  <w:style w:type="character" w:customStyle="1" w:styleId="21">
    <w:name w:val="標題 2 字元"/>
    <w:link w:val="2"/>
    <w:uiPriority w:val="75"/>
    <w:rsid w:val="00F97986"/>
    <w:rPr>
      <w:b/>
    </w:rPr>
  </w:style>
  <w:style w:type="character" w:customStyle="1" w:styleId="31">
    <w:name w:val="標題 3 字元"/>
    <w:link w:val="3"/>
    <w:uiPriority w:val="76"/>
    <w:rsid w:val="00F97986"/>
  </w:style>
  <w:style w:type="character" w:customStyle="1" w:styleId="41">
    <w:name w:val="標題 4 字元"/>
    <w:link w:val="4"/>
    <w:uiPriority w:val="77"/>
    <w:rsid w:val="00F97986"/>
  </w:style>
  <w:style w:type="character" w:customStyle="1" w:styleId="51">
    <w:name w:val="標題 5 字元"/>
    <w:link w:val="5"/>
    <w:uiPriority w:val="77"/>
    <w:rsid w:val="00F8579E"/>
  </w:style>
  <w:style w:type="numbering" w:customStyle="1" w:styleId="ICST">
    <w:name w:val="ICST"/>
    <w:uiPriority w:val="99"/>
    <w:rsid w:val="00254D44"/>
    <w:pPr>
      <w:numPr>
        <w:numId w:val="20"/>
      </w:numPr>
    </w:pPr>
  </w:style>
  <w:style w:type="table" w:styleId="Web1">
    <w:name w:val="Table Web 1"/>
    <w:aliases w:val="表格(2010)"/>
    <w:basedOn w:val="a9"/>
    <w:rsid w:val="00D31611"/>
    <w:pPr>
      <w:widowControl w:val="0"/>
      <w:tabs>
        <w:tab w:val="right" w:pos="0"/>
      </w:tabs>
      <w:spacing w:beforeLines="20" w:before="20" w:afterLines="20" w:after="20" w:line="400" w:lineRule="exact"/>
    </w:pPr>
    <w:tblPr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center"/>
      </w:pPr>
      <w:rPr>
        <w:color w:val="auto"/>
      </w:rPr>
      <w:tblPr/>
      <w:tcPr>
        <w:vAlign w:val="center"/>
      </w:tcPr>
    </w:tblStylePr>
    <w:tblStylePr w:type="lastRow">
      <w:pPr>
        <w:wordWrap/>
        <w:adjustRightInd w:val="0"/>
        <w:snapToGrid w:val="0"/>
        <w:spacing w:beforeLines="20" w:before="20" w:beforeAutospacing="0" w:afterLines="200" w:after="200" w:afterAutospacing="0" w:line="400" w:lineRule="exact"/>
        <w:contextualSpacing w:val="0"/>
        <w:mirrorIndents w:val="0"/>
        <w:jc w:val="left"/>
      </w:pPr>
      <w:tblPr/>
      <w:tcPr>
        <w:tcBorders>
          <w:top w:val="single" w:sz="6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firstCol">
      <w:pPr>
        <w:jc w:val="center"/>
      </w:pPr>
    </w:tblStylePr>
  </w:style>
  <w:style w:type="paragraph" w:styleId="af4">
    <w:name w:val="header"/>
    <w:basedOn w:val="a6"/>
    <w:link w:val="af5"/>
    <w:semiHidden/>
    <w:rsid w:val="002A36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5">
    <w:name w:val="頁首 字元"/>
    <w:basedOn w:val="a8"/>
    <w:link w:val="af4"/>
    <w:semiHidden/>
    <w:rsid w:val="002A36F2"/>
    <w:rPr>
      <w:rFonts w:eastAsia="標楷體"/>
      <w:kern w:val="2"/>
    </w:rPr>
  </w:style>
  <w:style w:type="paragraph" w:styleId="13">
    <w:name w:val="toc 1"/>
    <w:basedOn w:val="a6"/>
    <w:next w:val="a6"/>
    <w:autoRedefine/>
    <w:uiPriority w:val="39"/>
    <w:rsid w:val="002D1642"/>
    <w:pPr>
      <w:tabs>
        <w:tab w:val="right" w:leader="dot" w:pos="9344"/>
      </w:tabs>
      <w:spacing w:beforeLines="10" w:before="38" w:afterLines="10" w:after="38"/>
      <w:outlineLvl w:val="0"/>
    </w:pPr>
  </w:style>
  <w:style w:type="paragraph" w:styleId="23">
    <w:name w:val="toc 2"/>
    <w:basedOn w:val="a6"/>
    <w:next w:val="a6"/>
    <w:autoRedefine/>
    <w:uiPriority w:val="39"/>
    <w:rsid w:val="00992B7F"/>
    <w:pPr>
      <w:spacing w:beforeLines="10" w:before="10" w:afterLines="10" w:after="10"/>
      <w:ind w:leftChars="150" w:left="150"/>
    </w:pPr>
  </w:style>
  <w:style w:type="character" w:styleId="af6">
    <w:name w:val="Hyperlink"/>
    <w:basedOn w:val="a8"/>
    <w:uiPriority w:val="99"/>
    <w:rsid w:val="0030355E"/>
    <w:rPr>
      <w:color w:val="0000FF" w:themeColor="hyperlink"/>
      <w:u w:val="single"/>
    </w:rPr>
  </w:style>
  <w:style w:type="paragraph" w:styleId="af7">
    <w:name w:val="footer"/>
    <w:basedOn w:val="a6"/>
    <w:link w:val="af8"/>
    <w:uiPriority w:val="99"/>
    <w:semiHidden/>
    <w:rsid w:val="009828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8"/>
    <w:link w:val="af7"/>
    <w:uiPriority w:val="99"/>
    <w:semiHidden/>
    <w:rsid w:val="00B237F7"/>
    <w:rPr>
      <w:sz w:val="20"/>
      <w:szCs w:val="20"/>
    </w:rPr>
  </w:style>
  <w:style w:type="paragraph" w:styleId="af9">
    <w:name w:val="Balloon Text"/>
    <w:basedOn w:val="a6"/>
    <w:link w:val="afa"/>
    <w:semiHidden/>
    <w:rsid w:val="00D4209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註解方塊文字 字元"/>
    <w:basedOn w:val="a8"/>
    <w:link w:val="af9"/>
    <w:semiHidden/>
    <w:rsid w:val="00D4209F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">
    <w:name w:val="表格內文靠左(數/文混合)"/>
    <w:basedOn w:val="ad"/>
    <w:uiPriority w:val="92"/>
    <w:qFormat/>
    <w:rsid w:val="00EC2004"/>
    <w:pPr>
      <w:jc w:val="left"/>
    </w:pPr>
  </w:style>
  <w:style w:type="paragraph" w:customStyle="1" w:styleId="afb">
    <w:name w:val="標號樣式"/>
    <w:basedOn w:val="af3"/>
    <w:semiHidden/>
    <w:qFormat/>
    <w:rsid w:val="006B74BE"/>
    <w:pPr>
      <w:jc w:val="center"/>
    </w:pPr>
  </w:style>
  <w:style w:type="paragraph" w:styleId="33">
    <w:name w:val="toc 3"/>
    <w:basedOn w:val="a6"/>
    <w:next w:val="a6"/>
    <w:autoRedefine/>
    <w:uiPriority w:val="39"/>
    <w:semiHidden/>
    <w:rsid w:val="00BA0050"/>
    <w:pPr>
      <w:ind w:leftChars="400" w:left="960"/>
    </w:pPr>
  </w:style>
  <w:style w:type="paragraph" w:styleId="afc">
    <w:name w:val="table of figures"/>
    <w:basedOn w:val="a6"/>
    <w:next w:val="a6"/>
    <w:uiPriority w:val="99"/>
    <w:rsid w:val="00473A97"/>
    <w:pPr>
      <w:tabs>
        <w:tab w:val="right" w:leader="dot" w:pos="9344"/>
      </w:tabs>
      <w:spacing w:beforeLines="10" w:before="10" w:afterLines="10" w:after="10"/>
    </w:pPr>
  </w:style>
  <w:style w:type="paragraph" w:styleId="afd">
    <w:name w:val="List Paragraph"/>
    <w:basedOn w:val="a6"/>
    <w:uiPriority w:val="99"/>
    <w:semiHidden/>
    <w:rsid w:val="00415E71"/>
    <w:pPr>
      <w:ind w:leftChars="200" w:left="480"/>
    </w:pPr>
  </w:style>
  <w:style w:type="table" w:styleId="Web2">
    <w:name w:val="Table Web 2"/>
    <w:basedOn w:val="a9"/>
    <w:rsid w:val="00DF7E2C"/>
    <w:pPr>
      <w:widowControl w:val="0"/>
      <w:spacing w:afterLines="50" w:after="50" w:line="50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Grid 2"/>
    <w:basedOn w:val="a9"/>
    <w:rsid w:val="00DF7E2C"/>
    <w:pPr>
      <w:widowControl w:val="0"/>
      <w:spacing w:afterLines="50" w:after="50" w:line="50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Grid 3"/>
    <w:basedOn w:val="a9"/>
    <w:rsid w:val="00DF7E2C"/>
    <w:pPr>
      <w:widowControl w:val="0"/>
      <w:spacing w:afterLines="50" w:after="50" w:line="50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2">
    <w:name w:val="Light Shading Accent 2"/>
    <w:basedOn w:val="a9"/>
    <w:uiPriority w:val="60"/>
    <w:rsid w:val="00DF7E2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e">
    <w:name w:val="Date"/>
    <w:basedOn w:val="a6"/>
    <w:next w:val="a6"/>
    <w:link w:val="aff"/>
    <w:semiHidden/>
    <w:rsid w:val="00F1725F"/>
    <w:pPr>
      <w:jc w:val="right"/>
    </w:pPr>
  </w:style>
  <w:style w:type="character" w:customStyle="1" w:styleId="aff">
    <w:name w:val="日期 字元"/>
    <w:basedOn w:val="a8"/>
    <w:link w:val="afe"/>
    <w:semiHidden/>
    <w:rsid w:val="00F1725F"/>
  </w:style>
  <w:style w:type="paragraph" w:customStyle="1" w:styleId="a7">
    <w:name w:val="內文(標題專用)"/>
    <w:basedOn w:val="a6"/>
    <w:uiPriority w:val="99"/>
    <w:semiHidden/>
    <w:qFormat/>
    <w:rsid w:val="0010078A"/>
    <w:pPr>
      <w:spacing w:beforeLines="0" w:before="0" w:afterLines="50" w:after="50" w:line="500" w:lineRule="exact"/>
    </w:pPr>
  </w:style>
  <w:style w:type="paragraph" w:customStyle="1" w:styleId="aff0">
    <w:name w:val="圖表間隔用"/>
    <w:basedOn w:val="a6"/>
    <w:uiPriority w:val="99"/>
    <w:qFormat/>
    <w:rsid w:val="00B237F7"/>
    <w:pPr>
      <w:spacing w:beforeLines="0" w:before="0" w:afterLines="0" w:after="0" w:line="100" w:lineRule="exact"/>
    </w:pPr>
    <w:rPr>
      <w:sz w:val="20"/>
    </w:rPr>
  </w:style>
  <w:style w:type="paragraph" w:customStyle="1" w:styleId="aff1">
    <w:name w:val="內文(摘要表專用)"/>
    <w:basedOn w:val="a7"/>
    <w:uiPriority w:val="73"/>
    <w:qFormat/>
    <w:rsid w:val="00A1769B"/>
    <w:pPr>
      <w:tabs>
        <w:tab w:val="left" w:pos="4860"/>
      </w:tabs>
    </w:pPr>
  </w:style>
  <w:style w:type="character" w:styleId="aff2">
    <w:name w:val="FollowedHyperlink"/>
    <w:basedOn w:val="a8"/>
    <w:uiPriority w:val="99"/>
    <w:semiHidden/>
    <w:unhideWhenUsed/>
    <w:rsid w:val="00505347"/>
    <w:rPr>
      <w:color w:val="800080" w:themeColor="followedHyperlink"/>
      <w:u w:val="single"/>
    </w:rPr>
  </w:style>
  <w:style w:type="paragraph" w:styleId="aff3">
    <w:name w:val="annotation text"/>
    <w:basedOn w:val="a6"/>
    <w:link w:val="aff4"/>
    <w:semiHidden/>
    <w:rsid w:val="00B33538"/>
    <w:pPr>
      <w:spacing w:beforeLines="0" w:before="0" w:afterLines="0" w:after="0" w:line="240" w:lineRule="auto"/>
    </w:pPr>
    <w:rPr>
      <w:rFonts w:eastAsia="新細明體"/>
      <w:kern w:val="2"/>
      <w:sz w:val="24"/>
      <w:szCs w:val="24"/>
      <w:lang w:val="x-none" w:eastAsia="x-none"/>
    </w:rPr>
  </w:style>
  <w:style w:type="character" w:customStyle="1" w:styleId="aff4">
    <w:name w:val="註解文字 字元"/>
    <w:basedOn w:val="a8"/>
    <w:link w:val="aff3"/>
    <w:semiHidden/>
    <w:rsid w:val="00B33538"/>
    <w:rPr>
      <w:rFonts w:eastAsia="新細明體"/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t\Desktop\&#25991;&#20214;&#21697;&#36074;&#35215;&#31684;&#20462;&#35330;\&#35199;&#24335;&#25776;&#23531;&#31684;&#26412;(108Y)-&#26412;&#25991;_&#24314;&#35696;&#20462;&#25913;&#26684;&#24335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7ACC23267B9A74C8B38E68117F700E7" ma:contentTypeVersion="0" ma:contentTypeDescription="建立新的文件。" ma:contentTypeScope="" ma:versionID="74780cdc4300df326a7a9a0b25bf40a4">
  <xsd:schema xmlns:xsd="http://www.w3.org/2001/XMLSchema" xmlns:p="http://schemas.microsoft.com/office/2006/metadata/properties" targetNamespace="http://schemas.microsoft.com/office/2006/metadata/properties" ma:root="true" ma:fieldsID="b8ca951d90cafeb83d4a03d140f1ba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 ma:readOnly="true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E7A3E-57C1-4D6D-BDCE-88826896BA9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F8A5B-0639-49B8-95B6-D302BD03C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26B37D-C005-4A5A-ADA3-1B5A02B60F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EFF50C-76BD-42D6-BE70-E1C604A1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西式撰寫範本(108Y)-本文_建議修改格式</Template>
  <TotalTime>0</TotalTime>
  <Pages>3</Pages>
  <Words>41</Words>
  <Characters>240</Characters>
  <Application>Microsoft Office Word</Application>
  <DocSecurity>0</DocSecurity>
  <Lines>2</Lines>
  <Paragraphs>1</Paragraphs>
  <ScaleCrop>false</ScaleCrop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2025-11-11T00:53:00Z</dcterms:created>
  <dcterms:modified xsi:type="dcterms:W3CDTF">2025-11-11T00:53:00Z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0x010100A7ACC23267B9A74C8B38E68117F700E7</vt:lpwstr>
  </property>
</Properties>
</file>